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B5168" w14:textId="77777777" w:rsidR="00BD7800" w:rsidRPr="00823BA4" w:rsidRDefault="00ED6FB4">
      <w:pPr>
        <w:rPr>
          <w:sz w:val="28"/>
          <w:szCs w:val="28"/>
        </w:rPr>
      </w:pPr>
      <w:bookmarkStart w:id="0" w:name="_GoBack"/>
      <w:r w:rsidRPr="00823BA4">
        <w:rPr>
          <w:noProof/>
          <w:sz w:val="28"/>
          <w:szCs w:val="28"/>
        </w:rPr>
        <w:drawing>
          <wp:inline distT="0" distB="0" distL="0" distR="0" wp14:editId="58B546D8">
            <wp:extent cx="5400040" cy="3150235"/>
            <wp:effectExtent l="0" t="0" r="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BD7800" w:rsidRPr="00823B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FB4"/>
    <w:rsid w:val="00823BA4"/>
    <w:rsid w:val="00BD7800"/>
    <w:rsid w:val="00C32D2A"/>
    <w:rsid w:val="00E10FBF"/>
    <w:rsid w:val="00ED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BF67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6F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D6FB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6F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D6F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68A7321-3E28-43BC-A2EA-30397591DD3B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769EEC78-96F3-4B65-ABA3-5BA02B4AA381}">
      <dgm:prSet phldrT="[テキスト]" custT="1"/>
      <dgm:spPr/>
      <dgm:t>
        <a:bodyPr/>
        <a:lstStyle/>
        <a:p>
          <a:r>
            <a:rPr kumimoji="1" lang="ja-JP" altLang="en-US" sz="1100">
              <a:latin typeface="ＭＳ Ｐゴシック" pitchFamily="50" charset="-128"/>
              <a:ea typeface="ＭＳ Ｐゴシック" pitchFamily="50" charset="-128"/>
            </a:rPr>
            <a:t>トップ</a:t>
          </a:r>
        </a:p>
      </dgm:t>
    </dgm:pt>
    <dgm:pt modelId="{474CC40C-4299-4D29-A990-AAD3B134D928}" type="parTrans" cxnId="{56B45737-5B0D-4DE4-B201-76515C90B662}">
      <dgm:prSet/>
      <dgm:spPr/>
      <dgm:t>
        <a:bodyPr/>
        <a:lstStyle/>
        <a:p>
          <a:endParaRPr kumimoji="1" lang="ja-JP" altLang="en-US" sz="1100">
            <a:latin typeface="ＭＳ Ｐゴシック" pitchFamily="50" charset="-128"/>
            <a:ea typeface="ＭＳ Ｐゴシック" pitchFamily="50" charset="-128"/>
          </a:endParaRPr>
        </a:p>
      </dgm:t>
    </dgm:pt>
    <dgm:pt modelId="{A08DCA3F-9365-461C-AE7A-5E6CAFD7C2E0}" type="sibTrans" cxnId="{56B45737-5B0D-4DE4-B201-76515C90B662}">
      <dgm:prSet/>
      <dgm:spPr/>
      <dgm:t>
        <a:bodyPr/>
        <a:lstStyle/>
        <a:p>
          <a:endParaRPr kumimoji="1" lang="ja-JP" altLang="en-US" sz="1100">
            <a:latin typeface="ＭＳ Ｐゴシック" pitchFamily="50" charset="-128"/>
            <a:ea typeface="ＭＳ Ｐゴシック" pitchFamily="50" charset="-128"/>
          </a:endParaRPr>
        </a:p>
      </dgm:t>
    </dgm:pt>
    <dgm:pt modelId="{FEA82E18-5BE7-4D34-BAF7-4EBF5402268C}">
      <dgm:prSet phldrT="[テキスト]" custT="1"/>
      <dgm:spPr/>
      <dgm:t>
        <a:bodyPr/>
        <a:lstStyle/>
        <a:p>
          <a:r>
            <a:rPr kumimoji="1" lang="en-US" altLang="ja-JP" sz="1100">
              <a:latin typeface="ＭＳ Ｐゴシック" pitchFamily="50" charset="-128"/>
              <a:ea typeface="ＭＳ Ｐゴシック" pitchFamily="50" charset="-128"/>
            </a:rPr>
            <a:t>My</a:t>
          </a:r>
          <a:r>
            <a:rPr kumimoji="1" lang="ja-JP" altLang="en-US" sz="1100">
              <a:latin typeface="ＭＳ Ｐゴシック" pitchFamily="50" charset="-128"/>
              <a:ea typeface="ＭＳ Ｐゴシック" pitchFamily="50" charset="-128"/>
            </a:rPr>
            <a:t>ページ</a:t>
          </a:r>
        </a:p>
      </dgm:t>
    </dgm:pt>
    <dgm:pt modelId="{DB4D4398-8677-4493-A790-EF16A188AA70}" type="parTrans" cxnId="{0D15EF37-74F9-4A8C-9C3A-694869BD30BC}">
      <dgm:prSet/>
      <dgm:spPr/>
      <dgm:t>
        <a:bodyPr/>
        <a:lstStyle/>
        <a:p>
          <a:endParaRPr kumimoji="1" lang="ja-JP" altLang="en-US" sz="1100">
            <a:latin typeface="ＭＳ Ｐゴシック" pitchFamily="50" charset="-128"/>
            <a:ea typeface="ＭＳ Ｐゴシック" pitchFamily="50" charset="-128"/>
          </a:endParaRPr>
        </a:p>
      </dgm:t>
    </dgm:pt>
    <dgm:pt modelId="{8E938364-D409-46E8-9EB5-2B5E051E6CDF}" type="sibTrans" cxnId="{0D15EF37-74F9-4A8C-9C3A-694869BD30BC}">
      <dgm:prSet/>
      <dgm:spPr/>
      <dgm:t>
        <a:bodyPr/>
        <a:lstStyle/>
        <a:p>
          <a:endParaRPr kumimoji="1" lang="ja-JP" altLang="en-US" sz="1100">
            <a:latin typeface="ＭＳ Ｐゴシック" pitchFamily="50" charset="-128"/>
            <a:ea typeface="ＭＳ Ｐゴシック" pitchFamily="50" charset="-128"/>
          </a:endParaRPr>
        </a:p>
      </dgm:t>
    </dgm:pt>
    <dgm:pt modelId="{C6896E9B-C2D1-4EF2-8D84-33A5731730B6}">
      <dgm:prSet phldrT="[テキスト]" custT="1"/>
      <dgm:spPr/>
      <dgm:t>
        <a:bodyPr/>
        <a:lstStyle/>
        <a:p>
          <a:r>
            <a:rPr kumimoji="1" lang="ja-JP" altLang="en-US" sz="1100">
              <a:latin typeface="ＭＳ Ｐゴシック" pitchFamily="50" charset="-128"/>
              <a:ea typeface="ＭＳ Ｐゴシック" pitchFamily="50" charset="-128"/>
            </a:rPr>
            <a:t>病気の</a:t>
          </a:r>
          <a:r>
            <a:rPr kumimoji="1" lang="en-US" altLang="ja-JP" sz="1100">
              <a:latin typeface="ＭＳ Ｐゴシック" pitchFamily="50" charset="-128"/>
              <a:ea typeface="ＭＳ Ｐゴシック" pitchFamily="50" charset="-128"/>
            </a:rPr>
            <a:t/>
          </a:r>
          <a:br>
            <a:rPr kumimoji="1" lang="en-US" altLang="ja-JP" sz="1100">
              <a:latin typeface="ＭＳ Ｐゴシック" pitchFamily="50" charset="-128"/>
              <a:ea typeface="ＭＳ Ｐゴシック" pitchFamily="50" charset="-128"/>
            </a:rPr>
          </a:br>
          <a:r>
            <a:rPr kumimoji="1" lang="ja-JP" altLang="en-US" sz="1100">
              <a:latin typeface="ＭＳ Ｐゴシック" pitchFamily="50" charset="-128"/>
              <a:ea typeface="ＭＳ Ｐゴシック" pitchFamily="50" charset="-128"/>
            </a:rPr>
            <a:t>基礎知識</a:t>
          </a:r>
        </a:p>
      </dgm:t>
    </dgm:pt>
    <dgm:pt modelId="{2874A57A-D772-4FEB-825E-0AF2E527B242}" type="parTrans" cxnId="{4A8B9490-37D1-476F-9257-6F6FC3072245}">
      <dgm:prSet/>
      <dgm:spPr/>
      <dgm:t>
        <a:bodyPr/>
        <a:lstStyle/>
        <a:p>
          <a:endParaRPr kumimoji="1" lang="ja-JP" altLang="en-US" sz="1100">
            <a:latin typeface="ＭＳ Ｐゴシック" pitchFamily="50" charset="-128"/>
            <a:ea typeface="ＭＳ Ｐゴシック" pitchFamily="50" charset="-128"/>
          </a:endParaRPr>
        </a:p>
      </dgm:t>
    </dgm:pt>
    <dgm:pt modelId="{13B4526E-E8D7-4A59-B37A-E805F0666B34}" type="sibTrans" cxnId="{4A8B9490-37D1-476F-9257-6F6FC3072245}">
      <dgm:prSet/>
      <dgm:spPr/>
      <dgm:t>
        <a:bodyPr/>
        <a:lstStyle/>
        <a:p>
          <a:endParaRPr kumimoji="1" lang="ja-JP" altLang="en-US" sz="1100">
            <a:latin typeface="ＭＳ Ｐゴシック" pitchFamily="50" charset="-128"/>
            <a:ea typeface="ＭＳ Ｐゴシック" pitchFamily="50" charset="-128"/>
          </a:endParaRPr>
        </a:p>
      </dgm:t>
    </dgm:pt>
    <dgm:pt modelId="{FBB4E6AA-F7E6-46BA-A007-61E86AF130A6}">
      <dgm:prSet phldrT="[テキスト]" custT="1"/>
      <dgm:spPr/>
      <dgm:t>
        <a:bodyPr/>
        <a:lstStyle/>
        <a:p>
          <a:r>
            <a:rPr kumimoji="1" lang="ja-JP" altLang="en-US" sz="1100">
              <a:latin typeface="ＭＳ Ｐゴシック" pitchFamily="50" charset="-128"/>
              <a:ea typeface="ＭＳ Ｐゴシック" pitchFamily="50" charset="-128"/>
            </a:rPr>
            <a:t>食事</a:t>
          </a:r>
        </a:p>
      </dgm:t>
    </dgm:pt>
    <dgm:pt modelId="{5A8B1EDF-CE15-461D-9B09-C09A5C45B4D3}" type="parTrans" cxnId="{288391C7-E6EF-4A06-A226-464477A15D12}">
      <dgm:prSet/>
      <dgm:spPr/>
      <dgm:t>
        <a:bodyPr/>
        <a:lstStyle/>
        <a:p>
          <a:endParaRPr kumimoji="1" lang="ja-JP" altLang="en-US" sz="1100">
            <a:latin typeface="ＭＳ Ｐゴシック" pitchFamily="50" charset="-128"/>
            <a:ea typeface="ＭＳ Ｐゴシック" pitchFamily="50" charset="-128"/>
          </a:endParaRPr>
        </a:p>
      </dgm:t>
    </dgm:pt>
    <dgm:pt modelId="{4BA65C8E-6B8C-48B3-8776-D178FDA2C0FD}" type="sibTrans" cxnId="{288391C7-E6EF-4A06-A226-464477A15D12}">
      <dgm:prSet/>
      <dgm:spPr/>
      <dgm:t>
        <a:bodyPr/>
        <a:lstStyle/>
        <a:p>
          <a:endParaRPr kumimoji="1" lang="ja-JP" altLang="en-US" sz="1100">
            <a:latin typeface="ＭＳ Ｐゴシック" pitchFamily="50" charset="-128"/>
            <a:ea typeface="ＭＳ Ｐゴシック" pitchFamily="50" charset="-128"/>
          </a:endParaRPr>
        </a:p>
      </dgm:t>
    </dgm:pt>
    <dgm:pt modelId="{D14E50DF-3298-44D6-9D25-F694F8F77757}">
      <dgm:prSet custT="1"/>
      <dgm:spPr/>
      <dgm:t>
        <a:bodyPr/>
        <a:lstStyle/>
        <a:p>
          <a:r>
            <a:rPr kumimoji="1" lang="ja-JP" altLang="en-US" sz="1100">
              <a:latin typeface="ＭＳ Ｐゴシック" pitchFamily="50" charset="-128"/>
              <a:ea typeface="ＭＳ Ｐゴシック" pitchFamily="50" charset="-128"/>
            </a:rPr>
            <a:t>エクササイズ</a:t>
          </a:r>
        </a:p>
      </dgm:t>
    </dgm:pt>
    <dgm:pt modelId="{3AD0B96B-510D-49F1-AC55-071C79D9F5B7}" type="parTrans" cxnId="{20B770E6-4267-4316-B7C1-E7D3C1CFD4FB}">
      <dgm:prSet/>
      <dgm:spPr/>
      <dgm:t>
        <a:bodyPr/>
        <a:lstStyle/>
        <a:p>
          <a:endParaRPr kumimoji="1" lang="ja-JP" altLang="en-US" sz="1100">
            <a:latin typeface="ＭＳ Ｐゴシック" pitchFamily="50" charset="-128"/>
            <a:ea typeface="ＭＳ Ｐゴシック" pitchFamily="50" charset="-128"/>
          </a:endParaRPr>
        </a:p>
      </dgm:t>
    </dgm:pt>
    <dgm:pt modelId="{CB2EB126-718D-4DC2-A815-21FD5D275039}" type="sibTrans" cxnId="{20B770E6-4267-4316-B7C1-E7D3C1CFD4FB}">
      <dgm:prSet/>
      <dgm:spPr/>
      <dgm:t>
        <a:bodyPr/>
        <a:lstStyle/>
        <a:p>
          <a:endParaRPr kumimoji="1" lang="ja-JP" altLang="en-US" sz="1100">
            <a:latin typeface="ＭＳ Ｐゴシック" pitchFamily="50" charset="-128"/>
            <a:ea typeface="ＭＳ Ｐゴシック" pitchFamily="50" charset="-128"/>
          </a:endParaRPr>
        </a:p>
      </dgm:t>
    </dgm:pt>
    <dgm:pt modelId="{05FFF517-092A-4D66-9F0C-231D204FCE0A}">
      <dgm:prSet custT="1"/>
      <dgm:spPr/>
      <dgm:t>
        <a:bodyPr/>
        <a:lstStyle/>
        <a:p>
          <a:r>
            <a:rPr kumimoji="1" lang="ja-JP" altLang="en-US" sz="1100">
              <a:latin typeface="ＭＳ Ｐゴシック" pitchFamily="50" charset="-128"/>
              <a:ea typeface="ＭＳ Ｐゴシック" pitchFamily="50" charset="-128"/>
            </a:rPr>
            <a:t>レシピ</a:t>
          </a:r>
        </a:p>
      </dgm:t>
    </dgm:pt>
    <dgm:pt modelId="{D4C779FD-EAE3-4489-8193-43C9172F7E20}" type="parTrans" cxnId="{F75A1187-957C-4656-B2E4-C0FC7E16FFE5}">
      <dgm:prSet/>
      <dgm:spPr/>
      <dgm:t>
        <a:bodyPr/>
        <a:lstStyle/>
        <a:p>
          <a:endParaRPr kumimoji="1" lang="ja-JP" altLang="en-US" sz="1100">
            <a:latin typeface="ＭＳ Ｐゴシック" pitchFamily="50" charset="-128"/>
            <a:ea typeface="ＭＳ Ｐゴシック" pitchFamily="50" charset="-128"/>
          </a:endParaRPr>
        </a:p>
      </dgm:t>
    </dgm:pt>
    <dgm:pt modelId="{5859F290-5DA0-4C7A-B417-A7144D2EC860}" type="sibTrans" cxnId="{F75A1187-957C-4656-B2E4-C0FC7E16FFE5}">
      <dgm:prSet/>
      <dgm:spPr/>
      <dgm:t>
        <a:bodyPr/>
        <a:lstStyle/>
        <a:p>
          <a:endParaRPr kumimoji="1" lang="ja-JP" altLang="en-US" sz="1100">
            <a:latin typeface="ＭＳ Ｐゴシック" pitchFamily="50" charset="-128"/>
            <a:ea typeface="ＭＳ Ｐゴシック" pitchFamily="50" charset="-128"/>
          </a:endParaRPr>
        </a:p>
      </dgm:t>
    </dgm:pt>
    <dgm:pt modelId="{B6125AE6-C669-42B7-8303-330FCEBFEDD3}">
      <dgm:prSet custT="1"/>
      <dgm:spPr/>
      <dgm:t>
        <a:bodyPr/>
        <a:lstStyle/>
        <a:p>
          <a:r>
            <a:rPr kumimoji="1" lang="ja-JP" altLang="en-US" sz="1100">
              <a:latin typeface="ＭＳ Ｐゴシック" pitchFamily="50" charset="-128"/>
              <a:ea typeface="ＭＳ Ｐゴシック" pitchFamily="50" charset="-128"/>
            </a:rPr>
            <a:t>病気別食事のポイント</a:t>
          </a:r>
        </a:p>
      </dgm:t>
    </dgm:pt>
    <dgm:pt modelId="{395533CD-6B85-4011-972F-90B3455D7E38}" type="parTrans" cxnId="{28683113-1E4D-4158-80A5-54A6A68AAFB5}">
      <dgm:prSet/>
      <dgm:spPr/>
      <dgm:t>
        <a:bodyPr/>
        <a:lstStyle/>
        <a:p>
          <a:endParaRPr kumimoji="1" lang="ja-JP" altLang="en-US" sz="1100">
            <a:latin typeface="ＭＳ Ｐゴシック" pitchFamily="50" charset="-128"/>
            <a:ea typeface="ＭＳ Ｐゴシック" pitchFamily="50" charset="-128"/>
          </a:endParaRPr>
        </a:p>
      </dgm:t>
    </dgm:pt>
    <dgm:pt modelId="{6F9CEC34-5749-4013-AA2B-A55CA0CEA756}" type="sibTrans" cxnId="{28683113-1E4D-4158-80A5-54A6A68AAFB5}">
      <dgm:prSet/>
      <dgm:spPr/>
      <dgm:t>
        <a:bodyPr/>
        <a:lstStyle/>
        <a:p>
          <a:endParaRPr kumimoji="1" lang="ja-JP" altLang="en-US" sz="1100">
            <a:latin typeface="ＭＳ Ｐゴシック" pitchFamily="50" charset="-128"/>
            <a:ea typeface="ＭＳ Ｐゴシック" pitchFamily="50" charset="-128"/>
          </a:endParaRPr>
        </a:p>
      </dgm:t>
    </dgm:pt>
    <dgm:pt modelId="{6E85183E-8168-4D82-9278-1470ACA4C29F}">
      <dgm:prSet custT="1"/>
      <dgm:spPr/>
      <dgm:t>
        <a:bodyPr/>
        <a:lstStyle/>
        <a:p>
          <a:r>
            <a:rPr kumimoji="1" lang="ja-JP" altLang="en-US" sz="1100">
              <a:latin typeface="ＭＳ Ｐゴシック" pitchFamily="50" charset="-128"/>
              <a:ea typeface="ＭＳ Ｐゴシック" pitchFamily="50" charset="-128"/>
            </a:rPr>
            <a:t>成人別等</a:t>
          </a:r>
          <a:r>
            <a:rPr kumimoji="1" lang="en-US" altLang="ja-JP" sz="1100">
              <a:latin typeface="ＭＳ Ｐゴシック" pitchFamily="50" charset="-128"/>
              <a:ea typeface="ＭＳ Ｐゴシック" pitchFamily="50" charset="-128"/>
            </a:rPr>
            <a:t/>
          </a:r>
          <a:br>
            <a:rPr kumimoji="1" lang="en-US" altLang="ja-JP" sz="1100">
              <a:latin typeface="ＭＳ Ｐゴシック" pitchFamily="50" charset="-128"/>
              <a:ea typeface="ＭＳ Ｐゴシック" pitchFamily="50" charset="-128"/>
            </a:rPr>
          </a:br>
          <a:r>
            <a:rPr kumimoji="1" lang="ja-JP" altLang="en-US" sz="1100">
              <a:latin typeface="ＭＳ Ｐゴシック" pitchFamily="50" charset="-128"/>
              <a:ea typeface="ＭＳ Ｐゴシック" pitchFamily="50" charset="-128"/>
            </a:rPr>
            <a:t>病気解説</a:t>
          </a:r>
        </a:p>
      </dgm:t>
    </dgm:pt>
    <dgm:pt modelId="{4E515C1F-A4D7-404D-8696-75BCF8488CB5}" type="parTrans" cxnId="{3951F5F1-3E1A-439E-BBFA-4E025DB5DB3D}">
      <dgm:prSet/>
      <dgm:spPr/>
      <dgm:t>
        <a:bodyPr/>
        <a:lstStyle/>
        <a:p>
          <a:endParaRPr kumimoji="1" lang="ja-JP" altLang="en-US" sz="1100">
            <a:latin typeface="ＭＳ Ｐゴシック" pitchFamily="50" charset="-128"/>
            <a:ea typeface="ＭＳ Ｐゴシック" pitchFamily="50" charset="-128"/>
          </a:endParaRPr>
        </a:p>
      </dgm:t>
    </dgm:pt>
    <dgm:pt modelId="{E4341D07-F349-4AC2-B058-13B0D0734AD5}" type="sibTrans" cxnId="{3951F5F1-3E1A-439E-BBFA-4E025DB5DB3D}">
      <dgm:prSet/>
      <dgm:spPr/>
      <dgm:t>
        <a:bodyPr/>
        <a:lstStyle/>
        <a:p>
          <a:endParaRPr kumimoji="1" lang="ja-JP" altLang="en-US" sz="1100">
            <a:latin typeface="ＭＳ Ｐゴシック" pitchFamily="50" charset="-128"/>
            <a:ea typeface="ＭＳ Ｐゴシック" pitchFamily="50" charset="-128"/>
          </a:endParaRPr>
        </a:p>
      </dgm:t>
    </dgm:pt>
    <dgm:pt modelId="{40226BB5-4D86-4F4B-99F0-58F1D7AA4A50}">
      <dgm:prSet custT="1"/>
      <dgm:spPr/>
      <dgm:t>
        <a:bodyPr/>
        <a:lstStyle/>
        <a:p>
          <a:r>
            <a:rPr kumimoji="1" lang="ja-JP" altLang="en-US" sz="1100">
              <a:latin typeface="ＭＳ Ｐゴシック" pitchFamily="50" charset="-128"/>
              <a:ea typeface="ＭＳ Ｐゴシック" pitchFamily="50" charset="-128"/>
            </a:rPr>
            <a:t>薬の基礎知識</a:t>
          </a:r>
        </a:p>
      </dgm:t>
    </dgm:pt>
    <dgm:pt modelId="{AB62B51C-26B4-4F18-B826-F6DD09BCE1DF}" type="parTrans" cxnId="{6741CE42-B92A-459C-9067-30E579C96E0D}">
      <dgm:prSet/>
      <dgm:spPr/>
      <dgm:t>
        <a:bodyPr/>
        <a:lstStyle/>
        <a:p>
          <a:endParaRPr kumimoji="1" lang="ja-JP" altLang="en-US" sz="1100">
            <a:latin typeface="ＭＳ Ｐゴシック" pitchFamily="50" charset="-128"/>
            <a:ea typeface="ＭＳ Ｐゴシック" pitchFamily="50" charset="-128"/>
          </a:endParaRPr>
        </a:p>
      </dgm:t>
    </dgm:pt>
    <dgm:pt modelId="{FE4B7DF4-A079-484D-986B-4EC84F32A1C1}" type="sibTrans" cxnId="{6741CE42-B92A-459C-9067-30E579C96E0D}">
      <dgm:prSet/>
      <dgm:spPr/>
      <dgm:t>
        <a:bodyPr/>
        <a:lstStyle/>
        <a:p>
          <a:endParaRPr kumimoji="1" lang="ja-JP" altLang="en-US" sz="1100">
            <a:latin typeface="ＭＳ Ｐゴシック" pitchFamily="50" charset="-128"/>
            <a:ea typeface="ＭＳ Ｐゴシック" pitchFamily="50" charset="-128"/>
          </a:endParaRPr>
        </a:p>
      </dgm:t>
    </dgm:pt>
    <dgm:pt modelId="{BB5DF544-9626-4461-A3D3-3DE41131B405}">
      <dgm:prSet custT="1"/>
      <dgm:spPr/>
      <dgm:t>
        <a:bodyPr/>
        <a:lstStyle/>
        <a:p>
          <a:r>
            <a:rPr kumimoji="1" lang="ja-JP" altLang="en-US" sz="1100">
              <a:latin typeface="ＭＳ Ｐゴシック" pitchFamily="50" charset="-128"/>
              <a:ea typeface="ＭＳ Ｐゴシック" pitchFamily="50" charset="-128"/>
            </a:rPr>
            <a:t>医師相談</a:t>
          </a:r>
        </a:p>
      </dgm:t>
    </dgm:pt>
    <dgm:pt modelId="{C161CC21-19EC-4287-B266-441548B25B82}" type="parTrans" cxnId="{D6FA7425-783F-41BF-9E3D-ED6367EA75B8}">
      <dgm:prSet/>
      <dgm:spPr/>
      <dgm:t>
        <a:bodyPr/>
        <a:lstStyle/>
        <a:p>
          <a:endParaRPr kumimoji="1" lang="ja-JP" altLang="en-US" sz="1100">
            <a:latin typeface="ＭＳ Ｐゴシック" pitchFamily="50" charset="-128"/>
            <a:ea typeface="ＭＳ Ｐゴシック" pitchFamily="50" charset="-128"/>
          </a:endParaRPr>
        </a:p>
      </dgm:t>
    </dgm:pt>
    <dgm:pt modelId="{82286308-056D-4AC8-BDBD-8BB66E217BB0}" type="sibTrans" cxnId="{D6FA7425-783F-41BF-9E3D-ED6367EA75B8}">
      <dgm:prSet/>
      <dgm:spPr/>
      <dgm:t>
        <a:bodyPr/>
        <a:lstStyle/>
        <a:p>
          <a:endParaRPr kumimoji="1" lang="ja-JP" altLang="en-US" sz="1100">
            <a:latin typeface="ＭＳ Ｐゴシック" pitchFamily="50" charset="-128"/>
            <a:ea typeface="ＭＳ Ｐゴシック" pitchFamily="50" charset="-128"/>
          </a:endParaRPr>
        </a:p>
      </dgm:t>
    </dgm:pt>
    <dgm:pt modelId="{3E287940-EC6E-4FA1-8B4D-0C7E9AB90ECB}" type="pres">
      <dgm:prSet presAssocID="{868A7321-3E28-43BC-A2EA-30397591DD3B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kumimoji="1" lang="ja-JP" altLang="en-US"/>
        </a:p>
      </dgm:t>
    </dgm:pt>
    <dgm:pt modelId="{1DCBC804-329D-41F1-B05C-D30C0F3E232F}" type="pres">
      <dgm:prSet presAssocID="{769EEC78-96F3-4B65-ABA3-5BA02B4AA381}" presName="hierRoot1" presStyleCnt="0">
        <dgm:presLayoutVars>
          <dgm:hierBranch val="init"/>
        </dgm:presLayoutVars>
      </dgm:prSet>
      <dgm:spPr/>
    </dgm:pt>
    <dgm:pt modelId="{A75B9DD7-2F40-4720-A43C-33540E971066}" type="pres">
      <dgm:prSet presAssocID="{769EEC78-96F3-4B65-ABA3-5BA02B4AA381}" presName="rootComposite1" presStyleCnt="0"/>
      <dgm:spPr/>
    </dgm:pt>
    <dgm:pt modelId="{8C703536-B22C-4A07-87D5-7887017EE44A}" type="pres">
      <dgm:prSet presAssocID="{769EEC78-96F3-4B65-ABA3-5BA02B4AA381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664156D0-0D74-4CC6-A51B-A2DBD5840593}" type="pres">
      <dgm:prSet presAssocID="{769EEC78-96F3-4B65-ABA3-5BA02B4AA381}" presName="rootConnector1" presStyleLbl="node1" presStyleIdx="0" presStyleCnt="0"/>
      <dgm:spPr/>
      <dgm:t>
        <a:bodyPr/>
        <a:lstStyle/>
        <a:p>
          <a:endParaRPr kumimoji="1" lang="ja-JP" altLang="en-US"/>
        </a:p>
      </dgm:t>
    </dgm:pt>
    <dgm:pt modelId="{517B113C-8CAE-405C-8648-93F5AC2304A6}" type="pres">
      <dgm:prSet presAssocID="{769EEC78-96F3-4B65-ABA3-5BA02B4AA381}" presName="hierChild2" presStyleCnt="0"/>
      <dgm:spPr/>
    </dgm:pt>
    <dgm:pt modelId="{7C572B23-F22B-4562-BC4C-441A26E36F0B}" type="pres">
      <dgm:prSet presAssocID="{DB4D4398-8677-4493-A790-EF16A188AA70}" presName="Name37" presStyleLbl="parChTrans1D2" presStyleIdx="0" presStyleCnt="4"/>
      <dgm:spPr/>
      <dgm:t>
        <a:bodyPr/>
        <a:lstStyle/>
        <a:p>
          <a:endParaRPr kumimoji="1" lang="ja-JP" altLang="en-US"/>
        </a:p>
      </dgm:t>
    </dgm:pt>
    <dgm:pt modelId="{7971097E-B6BD-4548-9058-CF13499FF183}" type="pres">
      <dgm:prSet presAssocID="{FEA82E18-5BE7-4D34-BAF7-4EBF5402268C}" presName="hierRoot2" presStyleCnt="0">
        <dgm:presLayoutVars>
          <dgm:hierBranch val="init"/>
        </dgm:presLayoutVars>
      </dgm:prSet>
      <dgm:spPr/>
    </dgm:pt>
    <dgm:pt modelId="{F8329A20-6FBC-4831-AB5F-2B4E00545E4B}" type="pres">
      <dgm:prSet presAssocID="{FEA82E18-5BE7-4D34-BAF7-4EBF5402268C}" presName="rootComposite" presStyleCnt="0"/>
      <dgm:spPr/>
    </dgm:pt>
    <dgm:pt modelId="{1DE665FB-6189-4E0D-8574-784A893E4706}" type="pres">
      <dgm:prSet presAssocID="{FEA82E18-5BE7-4D34-BAF7-4EBF5402268C}" presName="rootText" presStyleLbl="node2" presStyleIdx="0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1A01087-C9F6-42A7-867C-4D516612EDAE}" type="pres">
      <dgm:prSet presAssocID="{FEA82E18-5BE7-4D34-BAF7-4EBF5402268C}" presName="rootConnector" presStyleLbl="node2" presStyleIdx="0" presStyleCnt="4"/>
      <dgm:spPr/>
      <dgm:t>
        <a:bodyPr/>
        <a:lstStyle/>
        <a:p>
          <a:endParaRPr kumimoji="1" lang="ja-JP" altLang="en-US"/>
        </a:p>
      </dgm:t>
    </dgm:pt>
    <dgm:pt modelId="{EB806B1A-F315-4F15-961F-39BCF79B3F3B}" type="pres">
      <dgm:prSet presAssocID="{FEA82E18-5BE7-4D34-BAF7-4EBF5402268C}" presName="hierChild4" presStyleCnt="0"/>
      <dgm:spPr/>
    </dgm:pt>
    <dgm:pt modelId="{9CC9CA19-8509-4691-BDC8-E38C418C9B0C}" type="pres">
      <dgm:prSet presAssocID="{FEA82E18-5BE7-4D34-BAF7-4EBF5402268C}" presName="hierChild5" presStyleCnt="0"/>
      <dgm:spPr/>
    </dgm:pt>
    <dgm:pt modelId="{2D239650-97B4-4AA3-93DE-DE3091553BAE}" type="pres">
      <dgm:prSet presAssocID="{2874A57A-D772-4FEB-825E-0AF2E527B242}" presName="Name37" presStyleLbl="parChTrans1D2" presStyleIdx="1" presStyleCnt="4"/>
      <dgm:spPr/>
      <dgm:t>
        <a:bodyPr/>
        <a:lstStyle/>
        <a:p>
          <a:endParaRPr kumimoji="1" lang="ja-JP" altLang="en-US"/>
        </a:p>
      </dgm:t>
    </dgm:pt>
    <dgm:pt modelId="{6EB6BA22-7841-490C-B6DB-01D6C709801D}" type="pres">
      <dgm:prSet presAssocID="{C6896E9B-C2D1-4EF2-8D84-33A5731730B6}" presName="hierRoot2" presStyleCnt="0">
        <dgm:presLayoutVars>
          <dgm:hierBranch val="init"/>
        </dgm:presLayoutVars>
      </dgm:prSet>
      <dgm:spPr/>
    </dgm:pt>
    <dgm:pt modelId="{42400B2F-D9BD-4C1B-99A0-5BBB2F5A5089}" type="pres">
      <dgm:prSet presAssocID="{C6896E9B-C2D1-4EF2-8D84-33A5731730B6}" presName="rootComposite" presStyleCnt="0"/>
      <dgm:spPr/>
    </dgm:pt>
    <dgm:pt modelId="{9B9DA9D0-8516-4216-9AD3-FC4C0D51B5D0}" type="pres">
      <dgm:prSet presAssocID="{C6896E9B-C2D1-4EF2-8D84-33A5731730B6}" presName="rootText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62BEE6F5-5026-491C-983B-5223A03715ED}" type="pres">
      <dgm:prSet presAssocID="{C6896E9B-C2D1-4EF2-8D84-33A5731730B6}" presName="rootConnector" presStyleLbl="node2" presStyleIdx="1" presStyleCnt="4"/>
      <dgm:spPr/>
      <dgm:t>
        <a:bodyPr/>
        <a:lstStyle/>
        <a:p>
          <a:endParaRPr kumimoji="1" lang="ja-JP" altLang="en-US"/>
        </a:p>
      </dgm:t>
    </dgm:pt>
    <dgm:pt modelId="{3002B88F-87CE-4DAE-BE54-9F614A4AC640}" type="pres">
      <dgm:prSet presAssocID="{C6896E9B-C2D1-4EF2-8D84-33A5731730B6}" presName="hierChild4" presStyleCnt="0"/>
      <dgm:spPr/>
    </dgm:pt>
    <dgm:pt modelId="{8184C864-275C-4957-8CB8-BA0B3BDAC2F4}" type="pres">
      <dgm:prSet presAssocID="{4E515C1F-A4D7-404D-8696-75BCF8488CB5}" presName="Name37" presStyleLbl="parChTrans1D3" presStyleIdx="0" presStyleCnt="5"/>
      <dgm:spPr/>
      <dgm:t>
        <a:bodyPr/>
        <a:lstStyle/>
        <a:p>
          <a:endParaRPr kumimoji="1" lang="ja-JP" altLang="en-US"/>
        </a:p>
      </dgm:t>
    </dgm:pt>
    <dgm:pt modelId="{5C612094-A40C-4ED4-80BE-A83601F8725E}" type="pres">
      <dgm:prSet presAssocID="{6E85183E-8168-4D82-9278-1470ACA4C29F}" presName="hierRoot2" presStyleCnt="0">
        <dgm:presLayoutVars>
          <dgm:hierBranch val="init"/>
        </dgm:presLayoutVars>
      </dgm:prSet>
      <dgm:spPr/>
    </dgm:pt>
    <dgm:pt modelId="{05196AAC-E45B-4096-A33A-7DB8B5A21C84}" type="pres">
      <dgm:prSet presAssocID="{6E85183E-8168-4D82-9278-1470ACA4C29F}" presName="rootComposite" presStyleCnt="0"/>
      <dgm:spPr/>
    </dgm:pt>
    <dgm:pt modelId="{A871FDF1-81ED-400D-9F8E-BFEEBBA52805}" type="pres">
      <dgm:prSet presAssocID="{6E85183E-8168-4D82-9278-1470ACA4C29F}" presName="rootText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6EDF0547-8FF6-4DC0-9944-455D59EC0A17}" type="pres">
      <dgm:prSet presAssocID="{6E85183E-8168-4D82-9278-1470ACA4C29F}" presName="rootConnector" presStyleLbl="node3" presStyleIdx="0" presStyleCnt="5"/>
      <dgm:spPr/>
      <dgm:t>
        <a:bodyPr/>
        <a:lstStyle/>
        <a:p>
          <a:endParaRPr kumimoji="1" lang="ja-JP" altLang="en-US"/>
        </a:p>
      </dgm:t>
    </dgm:pt>
    <dgm:pt modelId="{608A0703-FCBE-4ACA-86D7-DE46EBE2C13A}" type="pres">
      <dgm:prSet presAssocID="{6E85183E-8168-4D82-9278-1470ACA4C29F}" presName="hierChild4" presStyleCnt="0"/>
      <dgm:spPr/>
    </dgm:pt>
    <dgm:pt modelId="{95AD05B8-E2FD-4F98-B6D9-0F6114077937}" type="pres">
      <dgm:prSet presAssocID="{6E85183E-8168-4D82-9278-1470ACA4C29F}" presName="hierChild5" presStyleCnt="0"/>
      <dgm:spPr/>
    </dgm:pt>
    <dgm:pt modelId="{5E628682-A509-4130-B8AD-9581A85461DD}" type="pres">
      <dgm:prSet presAssocID="{AB62B51C-26B4-4F18-B826-F6DD09BCE1DF}" presName="Name37" presStyleLbl="parChTrans1D3" presStyleIdx="1" presStyleCnt="5"/>
      <dgm:spPr/>
      <dgm:t>
        <a:bodyPr/>
        <a:lstStyle/>
        <a:p>
          <a:endParaRPr kumimoji="1" lang="ja-JP" altLang="en-US"/>
        </a:p>
      </dgm:t>
    </dgm:pt>
    <dgm:pt modelId="{FBB55795-F928-41A4-8A31-F8277FC315A0}" type="pres">
      <dgm:prSet presAssocID="{40226BB5-4D86-4F4B-99F0-58F1D7AA4A50}" presName="hierRoot2" presStyleCnt="0">
        <dgm:presLayoutVars>
          <dgm:hierBranch val="init"/>
        </dgm:presLayoutVars>
      </dgm:prSet>
      <dgm:spPr/>
    </dgm:pt>
    <dgm:pt modelId="{EB9F3323-E225-46EA-8A82-66840B7069B5}" type="pres">
      <dgm:prSet presAssocID="{40226BB5-4D86-4F4B-99F0-58F1D7AA4A50}" presName="rootComposite" presStyleCnt="0"/>
      <dgm:spPr/>
    </dgm:pt>
    <dgm:pt modelId="{98F0F5EA-C52E-4CA0-8386-C36F48C8508B}" type="pres">
      <dgm:prSet presAssocID="{40226BB5-4D86-4F4B-99F0-58F1D7AA4A50}" presName="rootText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F113FFF9-B0D6-4D80-A4FD-C91B4F5F8BD7}" type="pres">
      <dgm:prSet presAssocID="{40226BB5-4D86-4F4B-99F0-58F1D7AA4A50}" presName="rootConnector" presStyleLbl="node3" presStyleIdx="1" presStyleCnt="5"/>
      <dgm:spPr/>
      <dgm:t>
        <a:bodyPr/>
        <a:lstStyle/>
        <a:p>
          <a:endParaRPr kumimoji="1" lang="ja-JP" altLang="en-US"/>
        </a:p>
      </dgm:t>
    </dgm:pt>
    <dgm:pt modelId="{5E4E0EA2-9156-4A7D-8043-2E50266AE0CE}" type="pres">
      <dgm:prSet presAssocID="{40226BB5-4D86-4F4B-99F0-58F1D7AA4A50}" presName="hierChild4" presStyleCnt="0"/>
      <dgm:spPr/>
    </dgm:pt>
    <dgm:pt modelId="{1E184AE1-A3BE-4D5F-80A9-BD0C8C6B4D4E}" type="pres">
      <dgm:prSet presAssocID="{40226BB5-4D86-4F4B-99F0-58F1D7AA4A50}" presName="hierChild5" presStyleCnt="0"/>
      <dgm:spPr/>
    </dgm:pt>
    <dgm:pt modelId="{AE60E72C-2EB5-4D90-8D60-51037750F421}" type="pres">
      <dgm:prSet presAssocID="{C161CC21-19EC-4287-B266-441548B25B82}" presName="Name37" presStyleLbl="parChTrans1D3" presStyleIdx="2" presStyleCnt="5"/>
      <dgm:spPr/>
      <dgm:t>
        <a:bodyPr/>
        <a:lstStyle/>
        <a:p>
          <a:endParaRPr kumimoji="1" lang="ja-JP" altLang="en-US"/>
        </a:p>
      </dgm:t>
    </dgm:pt>
    <dgm:pt modelId="{1DED9EE2-E704-4EE1-A8E8-6683D4BDAB02}" type="pres">
      <dgm:prSet presAssocID="{BB5DF544-9626-4461-A3D3-3DE41131B405}" presName="hierRoot2" presStyleCnt="0">
        <dgm:presLayoutVars>
          <dgm:hierBranch val="init"/>
        </dgm:presLayoutVars>
      </dgm:prSet>
      <dgm:spPr/>
    </dgm:pt>
    <dgm:pt modelId="{3FEA89F2-6F68-4A80-A60C-87F95C568B05}" type="pres">
      <dgm:prSet presAssocID="{BB5DF544-9626-4461-A3D3-3DE41131B405}" presName="rootComposite" presStyleCnt="0"/>
      <dgm:spPr/>
    </dgm:pt>
    <dgm:pt modelId="{1D3684C7-314F-4319-A403-467F869488EB}" type="pres">
      <dgm:prSet presAssocID="{BB5DF544-9626-4461-A3D3-3DE41131B405}" presName="rootText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6FE29175-CC84-40D3-B331-1F1DDD972038}" type="pres">
      <dgm:prSet presAssocID="{BB5DF544-9626-4461-A3D3-3DE41131B405}" presName="rootConnector" presStyleLbl="node3" presStyleIdx="2" presStyleCnt="5"/>
      <dgm:spPr/>
      <dgm:t>
        <a:bodyPr/>
        <a:lstStyle/>
        <a:p>
          <a:endParaRPr kumimoji="1" lang="ja-JP" altLang="en-US"/>
        </a:p>
      </dgm:t>
    </dgm:pt>
    <dgm:pt modelId="{2F8F3227-8460-4F70-8CC0-7FA59C6DA16C}" type="pres">
      <dgm:prSet presAssocID="{BB5DF544-9626-4461-A3D3-3DE41131B405}" presName="hierChild4" presStyleCnt="0"/>
      <dgm:spPr/>
    </dgm:pt>
    <dgm:pt modelId="{C06775EC-2BBC-4975-8263-9B088D39C4B9}" type="pres">
      <dgm:prSet presAssocID="{BB5DF544-9626-4461-A3D3-3DE41131B405}" presName="hierChild5" presStyleCnt="0"/>
      <dgm:spPr/>
    </dgm:pt>
    <dgm:pt modelId="{82D80889-4006-4C6C-ABD8-B904E247F86C}" type="pres">
      <dgm:prSet presAssocID="{C6896E9B-C2D1-4EF2-8D84-33A5731730B6}" presName="hierChild5" presStyleCnt="0"/>
      <dgm:spPr/>
    </dgm:pt>
    <dgm:pt modelId="{8959429A-42CF-481A-854E-81C42473A3CF}" type="pres">
      <dgm:prSet presAssocID="{5A8B1EDF-CE15-461D-9B09-C09A5C45B4D3}" presName="Name37" presStyleLbl="parChTrans1D2" presStyleIdx="2" presStyleCnt="4"/>
      <dgm:spPr/>
      <dgm:t>
        <a:bodyPr/>
        <a:lstStyle/>
        <a:p>
          <a:endParaRPr kumimoji="1" lang="ja-JP" altLang="en-US"/>
        </a:p>
      </dgm:t>
    </dgm:pt>
    <dgm:pt modelId="{79A6DD9C-91E8-4CD5-B983-72CFF7B1C520}" type="pres">
      <dgm:prSet presAssocID="{FBB4E6AA-F7E6-46BA-A007-61E86AF130A6}" presName="hierRoot2" presStyleCnt="0">
        <dgm:presLayoutVars>
          <dgm:hierBranch val="init"/>
        </dgm:presLayoutVars>
      </dgm:prSet>
      <dgm:spPr/>
    </dgm:pt>
    <dgm:pt modelId="{96D1041D-0300-416F-BCA6-AB6382DC9C0D}" type="pres">
      <dgm:prSet presAssocID="{FBB4E6AA-F7E6-46BA-A007-61E86AF130A6}" presName="rootComposite" presStyleCnt="0"/>
      <dgm:spPr/>
    </dgm:pt>
    <dgm:pt modelId="{B873E80B-3F6B-499D-A2F1-26B102A4A30D}" type="pres">
      <dgm:prSet presAssocID="{FBB4E6AA-F7E6-46BA-A007-61E86AF130A6}" presName="rootText" presStyleLbl="node2" presStyleIdx="2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7A346AF3-6796-456B-9A9C-10F04659FC20}" type="pres">
      <dgm:prSet presAssocID="{FBB4E6AA-F7E6-46BA-A007-61E86AF130A6}" presName="rootConnector" presStyleLbl="node2" presStyleIdx="2" presStyleCnt="4"/>
      <dgm:spPr/>
      <dgm:t>
        <a:bodyPr/>
        <a:lstStyle/>
        <a:p>
          <a:endParaRPr kumimoji="1" lang="ja-JP" altLang="en-US"/>
        </a:p>
      </dgm:t>
    </dgm:pt>
    <dgm:pt modelId="{749A0F03-7844-49FC-940F-333C4AA4E72E}" type="pres">
      <dgm:prSet presAssocID="{FBB4E6AA-F7E6-46BA-A007-61E86AF130A6}" presName="hierChild4" presStyleCnt="0"/>
      <dgm:spPr/>
    </dgm:pt>
    <dgm:pt modelId="{9A6378EC-FA59-4172-B30A-CA0A76C11A7C}" type="pres">
      <dgm:prSet presAssocID="{D4C779FD-EAE3-4489-8193-43C9172F7E20}" presName="Name37" presStyleLbl="parChTrans1D3" presStyleIdx="3" presStyleCnt="5"/>
      <dgm:spPr/>
      <dgm:t>
        <a:bodyPr/>
        <a:lstStyle/>
        <a:p>
          <a:endParaRPr kumimoji="1" lang="ja-JP" altLang="en-US"/>
        </a:p>
      </dgm:t>
    </dgm:pt>
    <dgm:pt modelId="{33996E43-33E4-49DC-ABCD-D9A631A1E6A2}" type="pres">
      <dgm:prSet presAssocID="{05FFF517-092A-4D66-9F0C-231D204FCE0A}" presName="hierRoot2" presStyleCnt="0">
        <dgm:presLayoutVars>
          <dgm:hierBranch val="init"/>
        </dgm:presLayoutVars>
      </dgm:prSet>
      <dgm:spPr/>
    </dgm:pt>
    <dgm:pt modelId="{F3083067-4CF4-4429-B50A-2AECC8BFD9BB}" type="pres">
      <dgm:prSet presAssocID="{05FFF517-092A-4D66-9F0C-231D204FCE0A}" presName="rootComposite" presStyleCnt="0"/>
      <dgm:spPr/>
    </dgm:pt>
    <dgm:pt modelId="{7442113A-E6BA-4F69-BE45-37511555D73D}" type="pres">
      <dgm:prSet presAssocID="{05FFF517-092A-4D66-9F0C-231D204FCE0A}" presName="rootText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3438D6B-C5E4-46C8-A10F-E63C4F0A1AE0}" type="pres">
      <dgm:prSet presAssocID="{05FFF517-092A-4D66-9F0C-231D204FCE0A}" presName="rootConnector" presStyleLbl="node3" presStyleIdx="3" presStyleCnt="5"/>
      <dgm:spPr/>
      <dgm:t>
        <a:bodyPr/>
        <a:lstStyle/>
        <a:p>
          <a:endParaRPr kumimoji="1" lang="ja-JP" altLang="en-US"/>
        </a:p>
      </dgm:t>
    </dgm:pt>
    <dgm:pt modelId="{4660A1D0-81E9-44E5-97C0-1DFE79B86215}" type="pres">
      <dgm:prSet presAssocID="{05FFF517-092A-4D66-9F0C-231D204FCE0A}" presName="hierChild4" presStyleCnt="0"/>
      <dgm:spPr/>
    </dgm:pt>
    <dgm:pt modelId="{62CB9799-407E-439D-A502-97A1CAC7A0C3}" type="pres">
      <dgm:prSet presAssocID="{05FFF517-092A-4D66-9F0C-231D204FCE0A}" presName="hierChild5" presStyleCnt="0"/>
      <dgm:spPr/>
    </dgm:pt>
    <dgm:pt modelId="{CA154807-A939-43E1-8248-FA53480B3361}" type="pres">
      <dgm:prSet presAssocID="{395533CD-6B85-4011-972F-90B3455D7E38}" presName="Name37" presStyleLbl="parChTrans1D3" presStyleIdx="4" presStyleCnt="5"/>
      <dgm:spPr/>
      <dgm:t>
        <a:bodyPr/>
        <a:lstStyle/>
        <a:p>
          <a:endParaRPr kumimoji="1" lang="ja-JP" altLang="en-US"/>
        </a:p>
      </dgm:t>
    </dgm:pt>
    <dgm:pt modelId="{324FEF49-1E9B-4A53-BF05-04B3069A4A04}" type="pres">
      <dgm:prSet presAssocID="{B6125AE6-C669-42B7-8303-330FCEBFEDD3}" presName="hierRoot2" presStyleCnt="0">
        <dgm:presLayoutVars>
          <dgm:hierBranch val="init"/>
        </dgm:presLayoutVars>
      </dgm:prSet>
      <dgm:spPr/>
    </dgm:pt>
    <dgm:pt modelId="{AEE86310-C19C-4626-9B77-E39372932554}" type="pres">
      <dgm:prSet presAssocID="{B6125AE6-C669-42B7-8303-330FCEBFEDD3}" presName="rootComposite" presStyleCnt="0"/>
      <dgm:spPr/>
    </dgm:pt>
    <dgm:pt modelId="{E91FE604-12B1-4060-87FB-1C523E0DB669}" type="pres">
      <dgm:prSet presAssocID="{B6125AE6-C669-42B7-8303-330FCEBFEDD3}" presName="rootText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BD67EDA0-C430-49B6-A5F4-E6955198DAE6}" type="pres">
      <dgm:prSet presAssocID="{B6125AE6-C669-42B7-8303-330FCEBFEDD3}" presName="rootConnector" presStyleLbl="node3" presStyleIdx="4" presStyleCnt="5"/>
      <dgm:spPr/>
      <dgm:t>
        <a:bodyPr/>
        <a:lstStyle/>
        <a:p>
          <a:endParaRPr kumimoji="1" lang="ja-JP" altLang="en-US"/>
        </a:p>
      </dgm:t>
    </dgm:pt>
    <dgm:pt modelId="{97600B52-0193-410C-9162-5BAC3B4A6773}" type="pres">
      <dgm:prSet presAssocID="{B6125AE6-C669-42B7-8303-330FCEBFEDD3}" presName="hierChild4" presStyleCnt="0"/>
      <dgm:spPr/>
    </dgm:pt>
    <dgm:pt modelId="{78C6E561-610E-47F5-ACA2-9205B2FE660D}" type="pres">
      <dgm:prSet presAssocID="{B6125AE6-C669-42B7-8303-330FCEBFEDD3}" presName="hierChild5" presStyleCnt="0"/>
      <dgm:spPr/>
    </dgm:pt>
    <dgm:pt modelId="{679C94F7-5DC3-4CB7-A29C-452064441D0D}" type="pres">
      <dgm:prSet presAssocID="{FBB4E6AA-F7E6-46BA-A007-61E86AF130A6}" presName="hierChild5" presStyleCnt="0"/>
      <dgm:spPr/>
    </dgm:pt>
    <dgm:pt modelId="{8682563B-3D06-4B67-9AD5-E33CEC4806DB}" type="pres">
      <dgm:prSet presAssocID="{3AD0B96B-510D-49F1-AC55-071C79D9F5B7}" presName="Name37" presStyleLbl="parChTrans1D2" presStyleIdx="3" presStyleCnt="4"/>
      <dgm:spPr/>
      <dgm:t>
        <a:bodyPr/>
        <a:lstStyle/>
        <a:p>
          <a:endParaRPr kumimoji="1" lang="ja-JP" altLang="en-US"/>
        </a:p>
      </dgm:t>
    </dgm:pt>
    <dgm:pt modelId="{E25152BA-7676-4DD3-9266-9A2169023686}" type="pres">
      <dgm:prSet presAssocID="{D14E50DF-3298-44D6-9D25-F694F8F77757}" presName="hierRoot2" presStyleCnt="0">
        <dgm:presLayoutVars>
          <dgm:hierBranch val="init"/>
        </dgm:presLayoutVars>
      </dgm:prSet>
      <dgm:spPr/>
    </dgm:pt>
    <dgm:pt modelId="{8800813D-F703-4539-A027-3F78E5695BC8}" type="pres">
      <dgm:prSet presAssocID="{D14E50DF-3298-44D6-9D25-F694F8F77757}" presName="rootComposite" presStyleCnt="0"/>
      <dgm:spPr/>
    </dgm:pt>
    <dgm:pt modelId="{F039E6BB-1E0D-4732-B90B-7EA44871F663}" type="pres">
      <dgm:prSet presAssocID="{D14E50DF-3298-44D6-9D25-F694F8F77757}" presName="rootText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2A9BC0F-CFD2-4633-BC7C-E19EACD3C042}" type="pres">
      <dgm:prSet presAssocID="{D14E50DF-3298-44D6-9D25-F694F8F77757}" presName="rootConnector" presStyleLbl="node2" presStyleIdx="3" presStyleCnt="4"/>
      <dgm:spPr/>
      <dgm:t>
        <a:bodyPr/>
        <a:lstStyle/>
        <a:p>
          <a:endParaRPr kumimoji="1" lang="ja-JP" altLang="en-US"/>
        </a:p>
      </dgm:t>
    </dgm:pt>
    <dgm:pt modelId="{06D77DF3-D527-41F6-AD40-348FA4268C52}" type="pres">
      <dgm:prSet presAssocID="{D14E50DF-3298-44D6-9D25-F694F8F77757}" presName="hierChild4" presStyleCnt="0"/>
      <dgm:spPr/>
    </dgm:pt>
    <dgm:pt modelId="{DB458537-EB3A-43D8-B64C-FD3CA15E5160}" type="pres">
      <dgm:prSet presAssocID="{D14E50DF-3298-44D6-9D25-F694F8F77757}" presName="hierChild5" presStyleCnt="0"/>
      <dgm:spPr/>
    </dgm:pt>
    <dgm:pt modelId="{0C91601F-1EC1-4B6C-9DBD-B39951FF7D4D}" type="pres">
      <dgm:prSet presAssocID="{769EEC78-96F3-4B65-ABA3-5BA02B4AA381}" presName="hierChild3" presStyleCnt="0"/>
      <dgm:spPr/>
    </dgm:pt>
  </dgm:ptLst>
  <dgm:cxnLst>
    <dgm:cxn modelId="{28683113-1E4D-4158-80A5-54A6A68AAFB5}" srcId="{FBB4E6AA-F7E6-46BA-A007-61E86AF130A6}" destId="{B6125AE6-C669-42B7-8303-330FCEBFEDD3}" srcOrd="1" destOrd="0" parTransId="{395533CD-6B85-4011-972F-90B3455D7E38}" sibTransId="{6F9CEC34-5749-4013-AA2B-A55CA0CEA756}"/>
    <dgm:cxn modelId="{D6FA7425-783F-41BF-9E3D-ED6367EA75B8}" srcId="{C6896E9B-C2D1-4EF2-8D84-33A5731730B6}" destId="{BB5DF544-9626-4461-A3D3-3DE41131B405}" srcOrd="2" destOrd="0" parTransId="{C161CC21-19EC-4287-B266-441548B25B82}" sibTransId="{82286308-056D-4AC8-BDBD-8BB66E217BB0}"/>
    <dgm:cxn modelId="{4A8B9490-37D1-476F-9257-6F6FC3072245}" srcId="{769EEC78-96F3-4B65-ABA3-5BA02B4AA381}" destId="{C6896E9B-C2D1-4EF2-8D84-33A5731730B6}" srcOrd="1" destOrd="0" parTransId="{2874A57A-D772-4FEB-825E-0AF2E527B242}" sibTransId="{13B4526E-E8D7-4A59-B37A-E805F0666B34}"/>
    <dgm:cxn modelId="{FA87F199-1826-463A-ACBF-1B11AEC9F396}" type="presOf" srcId="{6E85183E-8168-4D82-9278-1470ACA4C29F}" destId="{6EDF0547-8FF6-4DC0-9944-455D59EC0A17}" srcOrd="1" destOrd="0" presId="urn:microsoft.com/office/officeart/2005/8/layout/orgChart1"/>
    <dgm:cxn modelId="{CA238224-1B4F-4EB3-B675-BF261AE4A8B5}" type="presOf" srcId="{05FFF517-092A-4D66-9F0C-231D204FCE0A}" destId="{7442113A-E6BA-4F69-BE45-37511555D73D}" srcOrd="0" destOrd="0" presId="urn:microsoft.com/office/officeart/2005/8/layout/orgChart1"/>
    <dgm:cxn modelId="{210CCF45-7EA3-4156-A4D5-F15319A29B7A}" type="presOf" srcId="{B6125AE6-C669-42B7-8303-330FCEBFEDD3}" destId="{BD67EDA0-C430-49B6-A5F4-E6955198DAE6}" srcOrd="1" destOrd="0" presId="urn:microsoft.com/office/officeart/2005/8/layout/orgChart1"/>
    <dgm:cxn modelId="{BE92F3AD-7B75-4B34-B5E7-DC307A564299}" type="presOf" srcId="{BB5DF544-9626-4461-A3D3-3DE41131B405}" destId="{1D3684C7-314F-4319-A403-467F869488EB}" srcOrd="0" destOrd="0" presId="urn:microsoft.com/office/officeart/2005/8/layout/orgChart1"/>
    <dgm:cxn modelId="{288391C7-E6EF-4A06-A226-464477A15D12}" srcId="{769EEC78-96F3-4B65-ABA3-5BA02B4AA381}" destId="{FBB4E6AA-F7E6-46BA-A007-61E86AF130A6}" srcOrd="2" destOrd="0" parTransId="{5A8B1EDF-CE15-461D-9B09-C09A5C45B4D3}" sibTransId="{4BA65C8E-6B8C-48B3-8776-D178FDA2C0FD}"/>
    <dgm:cxn modelId="{37F3B031-6D6A-4EE0-BE27-5EFBE2FA82A3}" type="presOf" srcId="{D14E50DF-3298-44D6-9D25-F694F8F77757}" destId="{02A9BC0F-CFD2-4633-BC7C-E19EACD3C042}" srcOrd="1" destOrd="0" presId="urn:microsoft.com/office/officeart/2005/8/layout/orgChart1"/>
    <dgm:cxn modelId="{4276DB91-F5CF-4FDB-9A50-5CC95255EA17}" type="presOf" srcId="{395533CD-6B85-4011-972F-90B3455D7E38}" destId="{CA154807-A939-43E1-8248-FA53480B3361}" srcOrd="0" destOrd="0" presId="urn:microsoft.com/office/officeart/2005/8/layout/orgChart1"/>
    <dgm:cxn modelId="{F75A1187-957C-4656-B2E4-C0FC7E16FFE5}" srcId="{FBB4E6AA-F7E6-46BA-A007-61E86AF130A6}" destId="{05FFF517-092A-4D66-9F0C-231D204FCE0A}" srcOrd="0" destOrd="0" parTransId="{D4C779FD-EAE3-4489-8193-43C9172F7E20}" sibTransId="{5859F290-5DA0-4C7A-B417-A7144D2EC860}"/>
    <dgm:cxn modelId="{772C4FF7-4EF6-4038-B98A-D95A2D9D8490}" type="presOf" srcId="{BB5DF544-9626-4461-A3D3-3DE41131B405}" destId="{6FE29175-CC84-40D3-B331-1F1DDD972038}" srcOrd="1" destOrd="0" presId="urn:microsoft.com/office/officeart/2005/8/layout/orgChart1"/>
    <dgm:cxn modelId="{D756109B-16E6-4408-B2C2-BFCD201B86FB}" type="presOf" srcId="{5A8B1EDF-CE15-461D-9B09-C09A5C45B4D3}" destId="{8959429A-42CF-481A-854E-81C42473A3CF}" srcOrd="0" destOrd="0" presId="urn:microsoft.com/office/officeart/2005/8/layout/orgChart1"/>
    <dgm:cxn modelId="{95FD744B-4404-4CCE-85C8-B3EEEFFCE7BA}" type="presOf" srcId="{D4C779FD-EAE3-4489-8193-43C9172F7E20}" destId="{9A6378EC-FA59-4172-B30A-CA0A76C11A7C}" srcOrd="0" destOrd="0" presId="urn:microsoft.com/office/officeart/2005/8/layout/orgChart1"/>
    <dgm:cxn modelId="{F3263D39-83E9-41DD-B2E1-B2649E045FD0}" type="presOf" srcId="{4E515C1F-A4D7-404D-8696-75BCF8488CB5}" destId="{8184C864-275C-4957-8CB8-BA0B3BDAC2F4}" srcOrd="0" destOrd="0" presId="urn:microsoft.com/office/officeart/2005/8/layout/orgChart1"/>
    <dgm:cxn modelId="{20B770E6-4267-4316-B7C1-E7D3C1CFD4FB}" srcId="{769EEC78-96F3-4B65-ABA3-5BA02B4AA381}" destId="{D14E50DF-3298-44D6-9D25-F694F8F77757}" srcOrd="3" destOrd="0" parTransId="{3AD0B96B-510D-49F1-AC55-071C79D9F5B7}" sibTransId="{CB2EB126-718D-4DC2-A815-21FD5D275039}"/>
    <dgm:cxn modelId="{D2D40938-D262-4030-B83B-4B1D8D21840A}" type="presOf" srcId="{2874A57A-D772-4FEB-825E-0AF2E527B242}" destId="{2D239650-97B4-4AA3-93DE-DE3091553BAE}" srcOrd="0" destOrd="0" presId="urn:microsoft.com/office/officeart/2005/8/layout/orgChart1"/>
    <dgm:cxn modelId="{0D15EF37-74F9-4A8C-9C3A-694869BD30BC}" srcId="{769EEC78-96F3-4B65-ABA3-5BA02B4AA381}" destId="{FEA82E18-5BE7-4D34-BAF7-4EBF5402268C}" srcOrd="0" destOrd="0" parTransId="{DB4D4398-8677-4493-A790-EF16A188AA70}" sibTransId="{8E938364-D409-46E8-9EB5-2B5E051E6CDF}"/>
    <dgm:cxn modelId="{5FD0AF88-53C6-49A5-8DC6-1823D29FB79D}" type="presOf" srcId="{6E85183E-8168-4D82-9278-1470ACA4C29F}" destId="{A871FDF1-81ED-400D-9F8E-BFEEBBA52805}" srcOrd="0" destOrd="0" presId="urn:microsoft.com/office/officeart/2005/8/layout/orgChart1"/>
    <dgm:cxn modelId="{21056A3A-9CD9-47D8-BAA7-ADC98F51DF20}" type="presOf" srcId="{DB4D4398-8677-4493-A790-EF16A188AA70}" destId="{7C572B23-F22B-4562-BC4C-441A26E36F0B}" srcOrd="0" destOrd="0" presId="urn:microsoft.com/office/officeart/2005/8/layout/orgChart1"/>
    <dgm:cxn modelId="{6460748D-9210-4D65-9177-722F03B99336}" type="presOf" srcId="{FEA82E18-5BE7-4D34-BAF7-4EBF5402268C}" destId="{51A01087-C9F6-42A7-867C-4D516612EDAE}" srcOrd="1" destOrd="0" presId="urn:microsoft.com/office/officeart/2005/8/layout/orgChart1"/>
    <dgm:cxn modelId="{85671B14-41EE-4B1F-B0B3-70B02998D395}" type="presOf" srcId="{868A7321-3E28-43BC-A2EA-30397591DD3B}" destId="{3E287940-EC6E-4FA1-8B4D-0C7E9AB90ECB}" srcOrd="0" destOrd="0" presId="urn:microsoft.com/office/officeart/2005/8/layout/orgChart1"/>
    <dgm:cxn modelId="{42126D1E-A19D-4F62-A149-7A5D9ED0545F}" type="presOf" srcId="{40226BB5-4D86-4F4B-99F0-58F1D7AA4A50}" destId="{98F0F5EA-C52E-4CA0-8386-C36F48C8508B}" srcOrd="0" destOrd="0" presId="urn:microsoft.com/office/officeart/2005/8/layout/orgChart1"/>
    <dgm:cxn modelId="{F13E8608-17F4-42DF-A881-001D5543C976}" type="presOf" srcId="{C161CC21-19EC-4287-B266-441548B25B82}" destId="{AE60E72C-2EB5-4D90-8D60-51037750F421}" srcOrd="0" destOrd="0" presId="urn:microsoft.com/office/officeart/2005/8/layout/orgChart1"/>
    <dgm:cxn modelId="{6741CE42-B92A-459C-9067-30E579C96E0D}" srcId="{C6896E9B-C2D1-4EF2-8D84-33A5731730B6}" destId="{40226BB5-4D86-4F4B-99F0-58F1D7AA4A50}" srcOrd="1" destOrd="0" parTransId="{AB62B51C-26B4-4F18-B826-F6DD09BCE1DF}" sibTransId="{FE4B7DF4-A079-484D-986B-4EC84F32A1C1}"/>
    <dgm:cxn modelId="{B0032B86-112C-4307-A45B-BADF52F8ABEC}" type="presOf" srcId="{D14E50DF-3298-44D6-9D25-F694F8F77757}" destId="{F039E6BB-1E0D-4732-B90B-7EA44871F663}" srcOrd="0" destOrd="0" presId="urn:microsoft.com/office/officeart/2005/8/layout/orgChart1"/>
    <dgm:cxn modelId="{F8F8C5A2-AF59-488D-BFC4-DFE645B9C659}" type="presOf" srcId="{769EEC78-96F3-4B65-ABA3-5BA02B4AA381}" destId="{664156D0-0D74-4CC6-A51B-A2DBD5840593}" srcOrd="1" destOrd="0" presId="urn:microsoft.com/office/officeart/2005/8/layout/orgChart1"/>
    <dgm:cxn modelId="{20003693-8E4D-4F7B-994C-E1E7C2407C7F}" type="presOf" srcId="{B6125AE6-C669-42B7-8303-330FCEBFEDD3}" destId="{E91FE604-12B1-4060-87FB-1C523E0DB669}" srcOrd="0" destOrd="0" presId="urn:microsoft.com/office/officeart/2005/8/layout/orgChart1"/>
    <dgm:cxn modelId="{EAB7A87A-5F75-4FDD-8AF8-3A062ABA15A8}" type="presOf" srcId="{3AD0B96B-510D-49F1-AC55-071C79D9F5B7}" destId="{8682563B-3D06-4B67-9AD5-E33CEC4806DB}" srcOrd="0" destOrd="0" presId="urn:microsoft.com/office/officeart/2005/8/layout/orgChart1"/>
    <dgm:cxn modelId="{791D53FB-F2C1-489C-9463-73F238259FC7}" type="presOf" srcId="{C6896E9B-C2D1-4EF2-8D84-33A5731730B6}" destId="{62BEE6F5-5026-491C-983B-5223A03715ED}" srcOrd="1" destOrd="0" presId="urn:microsoft.com/office/officeart/2005/8/layout/orgChart1"/>
    <dgm:cxn modelId="{D3B44798-AE68-4027-B741-4FEA2E0CDC15}" type="presOf" srcId="{FBB4E6AA-F7E6-46BA-A007-61E86AF130A6}" destId="{B873E80B-3F6B-499D-A2F1-26B102A4A30D}" srcOrd="0" destOrd="0" presId="urn:microsoft.com/office/officeart/2005/8/layout/orgChart1"/>
    <dgm:cxn modelId="{8D3C7CC1-FD72-4CB2-9628-33EE693E36BD}" type="presOf" srcId="{FBB4E6AA-F7E6-46BA-A007-61E86AF130A6}" destId="{7A346AF3-6796-456B-9A9C-10F04659FC20}" srcOrd="1" destOrd="0" presId="urn:microsoft.com/office/officeart/2005/8/layout/orgChart1"/>
    <dgm:cxn modelId="{3951F5F1-3E1A-439E-BBFA-4E025DB5DB3D}" srcId="{C6896E9B-C2D1-4EF2-8D84-33A5731730B6}" destId="{6E85183E-8168-4D82-9278-1470ACA4C29F}" srcOrd="0" destOrd="0" parTransId="{4E515C1F-A4D7-404D-8696-75BCF8488CB5}" sibTransId="{E4341D07-F349-4AC2-B058-13B0D0734AD5}"/>
    <dgm:cxn modelId="{25AA58CB-F166-4EF2-895D-F89F67FB24EE}" type="presOf" srcId="{769EEC78-96F3-4B65-ABA3-5BA02B4AA381}" destId="{8C703536-B22C-4A07-87D5-7887017EE44A}" srcOrd="0" destOrd="0" presId="urn:microsoft.com/office/officeart/2005/8/layout/orgChart1"/>
    <dgm:cxn modelId="{CE2B7C8C-6B53-4C06-8507-FFF0F53881A8}" type="presOf" srcId="{40226BB5-4D86-4F4B-99F0-58F1D7AA4A50}" destId="{F113FFF9-B0D6-4D80-A4FD-C91B4F5F8BD7}" srcOrd="1" destOrd="0" presId="urn:microsoft.com/office/officeart/2005/8/layout/orgChart1"/>
    <dgm:cxn modelId="{56B45737-5B0D-4DE4-B201-76515C90B662}" srcId="{868A7321-3E28-43BC-A2EA-30397591DD3B}" destId="{769EEC78-96F3-4B65-ABA3-5BA02B4AA381}" srcOrd="0" destOrd="0" parTransId="{474CC40C-4299-4D29-A990-AAD3B134D928}" sibTransId="{A08DCA3F-9365-461C-AE7A-5E6CAFD7C2E0}"/>
    <dgm:cxn modelId="{A88B8B95-4029-470A-95ED-48A208F4D4C3}" type="presOf" srcId="{FEA82E18-5BE7-4D34-BAF7-4EBF5402268C}" destId="{1DE665FB-6189-4E0D-8574-784A893E4706}" srcOrd="0" destOrd="0" presId="urn:microsoft.com/office/officeart/2005/8/layout/orgChart1"/>
    <dgm:cxn modelId="{3C4F67EF-5FCB-43F2-8351-A317EE5AC752}" type="presOf" srcId="{AB62B51C-26B4-4F18-B826-F6DD09BCE1DF}" destId="{5E628682-A509-4130-B8AD-9581A85461DD}" srcOrd="0" destOrd="0" presId="urn:microsoft.com/office/officeart/2005/8/layout/orgChart1"/>
    <dgm:cxn modelId="{313CA523-555E-49C2-A6A8-5D7D6CDB7C84}" type="presOf" srcId="{C6896E9B-C2D1-4EF2-8D84-33A5731730B6}" destId="{9B9DA9D0-8516-4216-9AD3-FC4C0D51B5D0}" srcOrd="0" destOrd="0" presId="urn:microsoft.com/office/officeart/2005/8/layout/orgChart1"/>
    <dgm:cxn modelId="{2A454005-3FF1-41C4-9145-3F4EF133F7E1}" type="presOf" srcId="{05FFF517-092A-4D66-9F0C-231D204FCE0A}" destId="{03438D6B-C5E4-46C8-A10F-E63C4F0A1AE0}" srcOrd="1" destOrd="0" presId="urn:microsoft.com/office/officeart/2005/8/layout/orgChart1"/>
    <dgm:cxn modelId="{277F4D93-9EB9-4CD7-9ED3-0EE34A59433A}" type="presParOf" srcId="{3E287940-EC6E-4FA1-8B4D-0C7E9AB90ECB}" destId="{1DCBC804-329D-41F1-B05C-D30C0F3E232F}" srcOrd="0" destOrd="0" presId="urn:microsoft.com/office/officeart/2005/8/layout/orgChart1"/>
    <dgm:cxn modelId="{1F93B411-1112-4425-8934-B4B6FA49ADCC}" type="presParOf" srcId="{1DCBC804-329D-41F1-B05C-D30C0F3E232F}" destId="{A75B9DD7-2F40-4720-A43C-33540E971066}" srcOrd="0" destOrd="0" presId="urn:microsoft.com/office/officeart/2005/8/layout/orgChart1"/>
    <dgm:cxn modelId="{06C7FBE1-8365-450D-A0B9-31C5FE73A40A}" type="presParOf" srcId="{A75B9DD7-2F40-4720-A43C-33540E971066}" destId="{8C703536-B22C-4A07-87D5-7887017EE44A}" srcOrd="0" destOrd="0" presId="urn:microsoft.com/office/officeart/2005/8/layout/orgChart1"/>
    <dgm:cxn modelId="{0F3A18CE-0C80-4FC3-9A58-7D2DC748F148}" type="presParOf" srcId="{A75B9DD7-2F40-4720-A43C-33540E971066}" destId="{664156D0-0D74-4CC6-A51B-A2DBD5840593}" srcOrd="1" destOrd="0" presId="urn:microsoft.com/office/officeart/2005/8/layout/orgChart1"/>
    <dgm:cxn modelId="{B9AC878F-C4A1-4069-8888-3FD96C31DA0D}" type="presParOf" srcId="{1DCBC804-329D-41F1-B05C-D30C0F3E232F}" destId="{517B113C-8CAE-405C-8648-93F5AC2304A6}" srcOrd="1" destOrd="0" presId="urn:microsoft.com/office/officeart/2005/8/layout/orgChart1"/>
    <dgm:cxn modelId="{5625595B-5588-446E-81FC-9D9BA4D73BFD}" type="presParOf" srcId="{517B113C-8CAE-405C-8648-93F5AC2304A6}" destId="{7C572B23-F22B-4562-BC4C-441A26E36F0B}" srcOrd="0" destOrd="0" presId="urn:microsoft.com/office/officeart/2005/8/layout/orgChart1"/>
    <dgm:cxn modelId="{DB569087-FABF-43DF-B1CD-BC2DB147C509}" type="presParOf" srcId="{517B113C-8CAE-405C-8648-93F5AC2304A6}" destId="{7971097E-B6BD-4548-9058-CF13499FF183}" srcOrd="1" destOrd="0" presId="urn:microsoft.com/office/officeart/2005/8/layout/orgChart1"/>
    <dgm:cxn modelId="{8A55A5B7-161E-467F-B224-28A2446DFB17}" type="presParOf" srcId="{7971097E-B6BD-4548-9058-CF13499FF183}" destId="{F8329A20-6FBC-4831-AB5F-2B4E00545E4B}" srcOrd="0" destOrd="0" presId="urn:microsoft.com/office/officeart/2005/8/layout/orgChart1"/>
    <dgm:cxn modelId="{121CCEF9-4CA2-4FB9-A9B2-D21C7CE0FEA0}" type="presParOf" srcId="{F8329A20-6FBC-4831-AB5F-2B4E00545E4B}" destId="{1DE665FB-6189-4E0D-8574-784A893E4706}" srcOrd="0" destOrd="0" presId="urn:microsoft.com/office/officeart/2005/8/layout/orgChart1"/>
    <dgm:cxn modelId="{15791886-3189-412D-8BD4-6F145186C5B6}" type="presParOf" srcId="{F8329A20-6FBC-4831-AB5F-2B4E00545E4B}" destId="{51A01087-C9F6-42A7-867C-4D516612EDAE}" srcOrd="1" destOrd="0" presId="urn:microsoft.com/office/officeart/2005/8/layout/orgChart1"/>
    <dgm:cxn modelId="{FBA25B12-D8E4-4FC1-9821-CEACED1C378D}" type="presParOf" srcId="{7971097E-B6BD-4548-9058-CF13499FF183}" destId="{EB806B1A-F315-4F15-961F-39BCF79B3F3B}" srcOrd="1" destOrd="0" presId="urn:microsoft.com/office/officeart/2005/8/layout/orgChart1"/>
    <dgm:cxn modelId="{EBC109B7-8AD1-41B7-95F3-9A607C291C8B}" type="presParOf" srcId="{7971097E-B6BD-4548-9058-CF13499FF183}" destId="{9CC9CA19-8509-4691-BDC8-E38C418C9B0C}" srcOrd="2" destOrd="0" presId="urn:microsoft.com/office/officeart/2005/8/layout/orgChart1"/>
    <dgm:cxn modelId="{DEA408B9-36F8-4EDB-82AB-FE25F82DCFDC}" type="presParOf" srcId="{517B113C-8CAE-405C-8648-93F5AC2304A6}" destId="{2D239650-97B4-4AA3-93DE-DE3091553BAE}" srcOrd="2" destOrd="0" presId="urn:microsoft.com/office/officeart/2005/8/layout/orgChart1"/>
    <dgm:cxn modelId="{B41D05A5-0F31-4760-8BE5-EDA1911E7C23}" type="presParOf" srcId="{517B113C-8CAE-405C-8648-93F5AC2304A6}" destId="{6EB6BA22-7841-490C-B6DB-01D6C709801D}" srcOrd="3" destOrd="0" presId="urn:microsoft.com/office/officeart/2005/8/layout/orgChart1"/>
    <dgm:cxn modelId="{A7C0ACAD-84AF-4348-AA52-38EA211FBAB5}" type="presParOf" srcId="{6EB6BA22-7841-490C-B6DB-01D6C709801D}" destId="{42400B2F-D9BD-4C1B-99A0-5BBB2F5A5089}" srcOrd="0" destOrd="0" presId="urn:microsoft.com/office/officeart/2005/8/layout/orgChart1"/>
    <dgm:cxn modelId="{EAC5059D-694A-4205-9604-2811DBF07A49}" type="presParOf" srcId="{42400B2F-D9BD-4C1B-99A0-5BBB2F5A5089}" destId="{9B9DA9D0-8516-4216-9AD3-FC4C0D51B5D0}" srcOrd="0" destOrd="0" presId="urn:microsoft.com/office/officeart/2005/8/layout/orgChart1"/>
    <dgm:cxn modelId="{5D69EFBD-D977-4A38-BCF7-4570972BF78E}" type="presParOf" srcId="{42400B2F-D9BD-4C1B-99A0-5BBB2F5A5089}" destId="{62BEE6F5-5026-491C-983B-5223A03715ED}" srcOrd="1" destOrd="0" presId="urn:microsoft.com/office/officeart/2005/8/layout/orgChart1"/>
    <dgm:cxn modelId="{0D48A5F2-69B1-43A1-BB3E-6C4CAF67F790}" type="presParOf" srcId="{6EB6BA22-7841-490C-B6DB-01D6C709801D}" destId="{3002B88F-87CE-4DAE-BE54-9F614A4AC640}" srcOrd="1" destOrd="0" presId="urn:microsoft.com/office/officeart/2005/8/layout/orgChart1"/>
    <dgm:cxn modelId="{E57635E1-4F78-4B70-86D7-895C87CB3916}" type="presParOf" srcId="{3002B88F-87CE-4DAE-BE54-9F614A4AC640}" destId="{8184C864-275C-4957-8CB8-BA0B3BDAC2F4}" srcOrd="0" destOrd="0" presId="urn:microsoft.com/office/officeart/2005/8/layout/orgChart1"/>
    <dgm:cxn modelId="{DBED403E-2C41-498B-B218-C84A80ACB51B}" type="presParOf" srcId="{3002B88F-87CE-4DAE-BE54-9F614A4AC640}" destId="{5C612094-A40C-4ED4-80BE-A83601F8725E}" srcOrd="1" destOrd="0" presId="urn:microsoft.com/office/officeart/2005/8/layout/orgChart1"/>
    <dgm:cxn modelId="{8F63B905-306D-43AF-9A43-18F1D15C1E28}" type="presParOf" srcId="{5C612094-A40C-4ED4-80BE-A83601F8725E}" destId="{05196AAC-E45B-4096-A33A-7DB8B5A21C84}" srcOrd="0" destOrd="0" presId="urn:microsoft.com/office/officeart/2005/8/layout/orgChart1"/>
    <dgm:cxn modelId="{4303A9E0-E764-4482-9407-AA1BFB432931}" type="presParOf" srcId="{05196AAC-E45B-4096-A33A-7DB8B5A21C84}" destId="{A871FDF1-81ED-400D-9F8E-BFEEBBA52805}" srcOrd="0" destOrd="0" presId="urn:microsoft.com/office/officeart/2005/8/layout/orgChart1"/>
    <dgm:cxn modelId="{A839DC29-8891-41AF-9FDA-743340468397}" type="presParOf" srcId="{05196AAC-E45B-4096-A33A-7DB8B5A21C84}" destId="{6EDF0547-8FF6-4DC0-9944-455D59EC0A17}" srcOrd="1" destOrd="0" presId="urn:microsoft.com/office/officeart/2005/8/layout/orgChart1"/>
    <dgm:cxn modelId="{B7A18CEE-95D5-4A6F-BA69-29FF0766531F}" type="presParOf" srcId="{5C612094-A40C-4ED4-80BE-A83601F8725E}" destId="{608A0703-FCBE-4ACA-86D7-DE46EBE2C13A}" srcOrd="1" destOrd="0" presId="urn:microsoft.com/office/officeart/2005/8/layout/orgChart1"/>
    <dgm:cxn modelId="{9935A9BC-C7E2-42DE-B48D-C210865DBBD9}" type="presParOf" srcId="{5C612094-A40C-4ED4-80BE-A83601F8725E}" destId="{95AD05B8-E2FD-4F98-B6D9-0F6114077937}" srcOrd="2" destOrd="0" presId="urn:microsoft.com/office/officeart/2005/8/layout/orgChart1"/>
    <dgm:cxn modelId="{4A34C72E-5196-44D5-9FED-84B84A7E7DA9}" type="presParOf" srcId="{3002B88F-87CE-4DAE-BE54-9F614A4AC640}" destId="{5E628682-A509-4130-B8AD-9581A85461DD}" srcOrd="2" destOrd="0" presId="urn:microsoft.com/office/officeart/2005/8/layout/orgChart1"/>
    <dgm:cxn modelId="{D812387C-DCF7-47EC-8F71-87773974DC00}" type="presParOf" srcId="{3002B88F-87CE-4DAE-BE54-9F614A4AC640}" destId="{FBB55795-F928-41A4-8A31-F8277FC315A0}" srcOrd="3" destOrd="0" presId="urn:microsoft.com/office/officeart/2005/8/layout/orgChart1"/>
    <dgm:cxn modelId="{52CC53F4-35D6-4C73-8546-284BBD48F0ED}" type="presParOf" srcId="{FBB55795-F928-41A4-8A31-F8277FC315A0}" destId="{EB9F3323-E225-46EA-8A82-66840B7069B5}" srcOrd="0" destOrd="0" presId="urn:microsoft.com/office/officeart/2005/8/layout/orgChart1"/>
    <dgm:cxn modelId="{C64D23A6-A567-4CBF-9A6F-66633C2A18FE}" type="presParOf" srcId="{EB9F3323-E225-46EA-8A82-66840B7069B5}" destId="{98F0F5EA-C52E-4CA0-8386-C36F48C8508B}" srcOrd="0" destOrd="0" presId="urn:microsoft.com/office/officeart/2005/8/layout/orgChart1"/>
    <dgm:cxn modelId="{A6C16ADC-A8A1-4661-AA9A-2D75481B73FD}" type="presParOf" srcId="{EB9F3323-E225-46EA-8A82-66840B7069B5}" destId="{F113FFF9-B0D6-4D80-A4FD-C91B4F5F8BD7}" srcOrd="1" destOrd="0" presId="urn:microsoft.com/office/officeart/2005/8/layout/orgChart1"/>
    <dgm:cxn modelId="{C14986EA-B7D5-427D-9E16-D11F998F38ED}" type="presParOf" srcId="{FBB55795-F928-41A4-8A31-F8277FC315A0}" destId="{5E4E0EA2-9156-4A7D-8043-2E50266AE0CE}" srcOrd="1" destOrd="0" presId="urn:microsoft.com/office/officeart/2005/8/layout/orgChart1"/>
    <dgm:cxn modelId="{9EAD764C-A054-44A9-B305-B08E4F0BD277}" type="presParOf" srcId="{FBB55795-F928-41A4-8A31-F8277FC315A0}" destId="{1E184AE1-A3BE-4D5F-80A9-BD0C8C6B4D4E}" srcOrd="2" destOrd="0" presId="urn:microsoft.com/office/officeart/2005/8/layout/orgChart1"/>
    <dgm:cxn modelId="{789C5DAD-4D7F-477A-93EE-A8D419BBADC6}" type="presParOf" srcId="{3002B88F-87CE-4DAE-BE54-9F614A4AC640}" destId="{AE60E72C-2EB5-4D90-8D60-51037750F421}" srcOrd="4" destOrd="0" presId="urn:microsoft.com/office/officeart/2005/8/layout/orgChart1"/>
    <dgm:cxn modelId="{17989825-CFB3-4C95-9FE3-0677E08B5A07}" type="presParOf" srcId="{3002B88F-87CE-4DAE-BE54-9F614A4AC640}" destId="{1DED9EE2-E704-4EE1-A8E8-6683D4BDAB02}" srcOrd="5" destOrd="0" presId="urn:microsoft.com/office/officeart/2005/8/layout/orgChart1"/>
    <dgm:cxn modelId="{CB64BEA6-4AF6-488F-B0C9-AFE21F7E7394}" type="presParOf" srcId="{1DED9EE2-E704-4EE1-A8E8-6683D4BDAB02}" destId="{3FEA89F2-6F68-4A80-A60C-87F95C568B05}" srcOrd="0" destOrd="0" presId="urn:microsoft.com/office/officeart/2005/8/layout/orgChart1"/>
    <dgm:cxn modelId="{A83C20D0-BCFB-4381-8CB0-A57660F2CF97}" type="presParOf" srcId="{3FEA89F2-6F68-4A80-A60C-87F95C568B05}" destId="{1D3684C7-314F-4319-A403-467F869488EB}" srcOrd="0" destOrd="0" presId="urn:microsoft.com/office/officeart/2005/8/layout/orgChart1"/>
    <dgm:cxn modelId="{E631B48C-5CBC-412D-A414-1BCAAD1B97EE}" type="presParOf" srcId="{3FEA89F2-6F68-4A80-A60C-87F95C568B05}" destId="{6FE29175-CC84-40D3-B331-1F1DDD972038}" srcOrd="1" destOrd="0" presId="urn:microsoft.com/office/officeart/2005/8/layout/orgChart1"/>
    <dgm:cxn modelId="{A7500D5A-DFE7-412A-8178-E5CD668FC92C}" type="presParOf" srcId="{1DED9EE2-E704-4EE1-A8E8-6683D4BDAB02}" destId="{2F8F3227-8460-4F70-8CC0-7FA59C6DA16C}" srcOrd="1" destOrd="0" presId="urn:microsoft.com/office/officeart/2005/8/layout/orgChart1"/>
    <dgm:cxn modelId="{18A939B6-B2CE-42F9-9ED7-AC5AC015614B}" type="presParOf" srcId="{1DED9EE2-E704-4EE1-A8E8-6683D4BDAB02}" destId="{C06775EC-2BBC-4975-8263-9B088D39C4B9}" srcOrd="2" destOrd="0" presId="urn:microsoft.com/office/officeart/2005/8/layout/orgChart1"/>
    <dgm:cxn modelId="{27470EB1-2481-44BB-88A3-58FAC6956B73}" type="presParOf" srcId="{6EB6BA22-7841-490C-B6DB-01D6C709801D}" destId="{82D80889-4006-4C6C-ABD8-B904E247F86C}" srcOrd="2" destOrd="0" presId="urn:microsoft.com/office/officeart/2005/8/layout/orgChart1"/>
    <dgm:cxn modelId="{A5693DE5-9190-4914-8D6C-4F99FD173CF0}" type="presParOf" srcId="{517B113C-8CAE-405C-8648-93F5AC2304A6}" destId="{8959429A-42CF-481A-854E-81C42473A3CF}" srcOrd="4" destOrd="0" presId="urn:microsoft.com/office/officeart/2005/8/layout/orgChart1"/>
    <dgm:cxn modelId="{45DBDCA4-542D-4AA5-8C5E-50C5958D69BA}" type="presParOf" srcId="{517B113C-8CAE-405C-8648-93F5AC2304A6}" destId="{79A6DD9C-91E8-4CD5-B983-72CFF7B1C520}" srcOrd="5" destOrd="0" presId="urn:microsoft.com/office/officeart/2005/8/layout/orgChart1"/>
    <dgm:cxn modelId="{42272AB3-6E21-4670-AC1C-14875D16F30E}" type="presParOf" srcId="{79A6DD9C-91E8-4CD5-B983-72CFF7B1C520}" destId="{96D1041D-0300-416F-BCA6-AB6382DC9C0D}" srcOrd="0" destOrd="0" presId="urn:microsoft.com/office/officeart/2005/8/layout/orgChart1"/>
    <dgm:cxn modelId="{CDD8D979-4B99-4FBD-9BFC-88617ECFB3E4}" type="presParOf" srcId="{96D1041D-0300-416F-BCA6-AB6382DC9C0D}" destId="{B873E80B-3F6B-499D-A2F1-26B102A4A30D}" srcOrd="0" destOrd="0" presId="urn:microsoft.com/office/officeart/2005/8/layout/orgChart1"/>
    <dgm:cxn modelId="{7420522C-3D8C-4E80-80B4-6D5A1828BC7E}" type="presParOf" srcId="{96D1041D-0300-416F-BCA6-AB6382DC9C0D}" destId="{7A346AF3-6796-456B-9A9C-10F04659FC20}" srcOrd="1" destOrd="0" presId="urn:microsoft.com/office/officeart/2005/8/layout/orgChart1"/>
    <dgm:cxn modelId="{8C1CE75F-1229-4F6A-B712-511C7E8C6456}" type="presParOf" srcId="{79A6DD9C-91E8-4CD5-B983-72CFF7B1C520}" destId="{749A0F03-7844-49FC-940F-333C4AA4E72E}" srcOrd="1" destOrd="0" presId="urn:microsoft.com/office/officeart/2005/8/layout/orgChart1"/>
    <dgm:cxn modelId="{E2C04A0B-F9B2-4C8F-9366-BC36C2DAB0EB}" type="presParOf" srcId="{749A0F03-7844-49FC-940F-333C4AA4E72E}" destId="{9A6378EC-FA59-4172-B30A-CA0A76C11A7C}" srcOrd="0" destOrd="0" presId="urn:microsoft.com/office/officeart/2005/8/layout/orgChart1"/>
    <dgm:cxn modelId="{477050B7-54F0-4030-B5FE-F50397A2FDF7}" type="presParOf" srcId="{749A0F03-7844-49FC-940F-333C4AA4E72E}" destId="{33996E43-33E4-49DC-ABCD-D9A631A1E6A2}" srcOrd="1" destOrd="0" presId="urn:microsoft.com/office/officeart/2005/8/layout/orgChart1"/>
    <dgm:cxn modelId="{865E5309-2155-4CF3-8412-12CA1750B2B5}" type="presParOf" srcId="{33996E43-33E4-49DC-ABCD-D9A631A1E6A2}" destId="{F3083067-4CF4-4429-B50A-2AECC8BFD9BB}" srcOrd="0" destOrd="0" presId="urn:microsoft.com/office/officeart/2005/8/layout/orgChart1"/>
    <dgm:cxn modelId="{491C7E9B-EFE9-4488-8329-9D8C1CFF3D3D}" type="presParOf" srcId="{F3083067-4CF4-4429-B50A-2AECC8BFD9BB}" destId="{7442113A-E6BA-4F69-BE45-37511555D73D}" srcOrd="0" destOrd="0" presId="urn:microsoft.com/office/officeart/2005/8/layout/orgChart1"/>
    <dgm:cxn modelId="{A771338C-0670-435C-81D8-7354C48D7A1B}" type="presParOf" srcId="{F3083067-4CF4-4429-B50A-2AECC8BFD9BB}" destId="{03438D6B-C5E4-46C8-A10F-E63C4F0A1AE0}" srcOrd="1" destOrd="0" presId="urn:microsoft.com/office/officeart/2005/8/layout/orgChart1"/>
    <dgm:cxn modelId="{C5F8C860-988A-4F28-A3F5-C8E98E47F604}" type="presParOf" srcId="{33996E43-33E4-49DC-ABCD-D9A631A1E6A2}" destId="{4660A1D0-81E9-44E5-97C0-1DFE79B86215}" srcOrd="1" destOrd="0" presId="urn:microsoft.com/office/officeart/2005/8/layout/orgChart1"/>
    <dgm:cxn modelId="{5FB2AA9A-68EA-45F2-90C9-C72E832328A0}" type="presParOf" srcId="{33996E43-33E4-49DC-ABCD-D9A631A1E6A2}" destId="{62CB9799-407E-439D-A502-97A1CAC7A0C3}" srcOrd="2" destOrd="0" presId="urn:microsoft.com/office/officeart/2005/8/layout/orgChart1"/>
    <dgm:cxn modelId="{3385F120-5CCC-431F-A9CE-CBC536EAF63F}" type="presParOf" srcId="{749A0F03-7844-49FC-940F-333C4AA4E72E}" destId="{CA154807-A939-43E1-8248-FA53480B3361}" srcOrd="2" destOrd="0" presId="urn:microsoft.com/office/officeart/2005/8/layout/orgChart1"/>
    <dgm:cxn modelId="{E8CA82FD-B123-400A-AB94-89999D26A6CE}" type="presParOf" srcId="{749A0F03-7844-49FC-940F-333C4AA4E72E}" destId="{324FEF49-1E9B-4A53-BF05-04B3069A4A04}" srcOrd="3" destOrd="0" presId="urn:microsoft.com/office/officeart/2005/8/layout/orgChart1"/>
    <dgm:cxn modelId="{3F8DD2DA-73C7-48AD-82FA-E23862762DDD}" type="presParOf" srcId="{324FEF49-1E9B-4A53-BF05-04B3069A4A04}" destId="{AEE86310-C19C-4626-9B77-E39372932554}" srcOrd="0" destOrd="0" presId="urn:microsoft.com/office/officeart/2005/8/layout/orgChart1"/>
    <dgm:cxn modelId="{AC70721F-F56E-4ABF-841E-609D693105BA}" type="presParOf" srcId="{AEE86310-C19C-4626-9B77-E39372932554}" destId="{E91FE604-12B1-4060-87FB-1C523E0DB669}" srcOrd="0" destOrd="0" presId="urn:microsoft.com/office/officeart/2005/8/layout/orgChart1"/>
    <dgm:cxn modelId="{0A0261D0-2F22-4BFB-8943-420958C4CAAC}" type="presParOf" srcId="{AEE86310-C19C-4626-9B77-E39372932554}" destId="{BD67EDA0-C430-49B6-A5F4-E6955198DAE6}" srcOrd="1" destOrd="0" presId="urn:microsoft.com/office/officeart/2005/8/layout/orgChart1"/>
    <dgm:cxn modelId="{AEBF9A8A-C5E3-48DE-917E-0B6B35DAE7D0}" type="presParOf" srcId="{324FEF49-1E9B-4A53-BF05-04B3069A4A04}" destId="{97600B52-0193-410C-9162-5BAC3B4A6773}" srcOrd="1" destOrd="0" presId="urn:microsoft.com/office/officeart/2005/8/layout/orgChart1"/>
    <dgm:cxn modelId="{CBF67A7E-C713-4797-8791-4DC9CE71058C}" type="presParOf" srcId="{324FEF49-1E9B-4A53-BF05-04B3069A4A04}" destId="{78C6E561-610E-47F5-ACA2-9205B2FE660D}" srcOrd="2" destOrd="0" presId="urn:microsoft.com/office/officeart/2005/8/layout/orgChart1"/>
    <dgm:cxn modelId="{73F7204C-8B6F-4E96-A4E8-6FCFB1824C6E}" type="presParOf" srcId="{79A6DD9C-91E8-4CD5-B983-72CFF7B1C520}" destId="{679C94F7-5DC3-4CB7-A29C-452064441D0D}" srcOrd="2" destOrd="0" presId="urn:microsoft.com/office/officeart/2005/8/layout/orgChart1"/>
    <dgm:cxn modelId="{0044846E-536C-4928-A719-E1EBDBCA07CD}" type="presParOf" srcId="{517B113C-8CAE-405C-8648-93F5AC2304A6}" destId="{8682563B-3D06-4B67-9AD5-E33CEC4806DB}" srcOrd="6" destOrd="0" presId="urn:microsoft.com/office/officeart/2005/8/layout/orgChart1"/>
    <dgm:cxn modelId="{018F4837-83C7-49DF-B2D2-F293D6B7214A}" type="presParOf" srcId="{517B113C-8CAE-405C-8648-93F5AC2304A6}" destId="{E25152BA-7676-4DD3-9266-9A2169023686}" srcOrd="7" destOrd="0" presId="urn:microsoft.com/office/officeart/2005/8/layout/orgChart1"/>
    <dgm:cxn modelId="{BFF7E760-C4B0-48E8-9701-00D7CBDEB80B}" type="presParOf" srcId="{E25152BA-7676-4DD3-9266-9A2169023686}" destId="{8800813D-F703-4539-A027-3F78E5695BC8}" srcOrd="0" destOrd="0" presId="urn:microsoft.com/office/officeart/2005/8/layout/orgChart1"/>
    <dgm:cxn modelId="{BED393FF-490F-4027-8611-740005F10117}" type="presParOf" srcId="{8800813D-F703-4539-A027-3F78E5695BC8}" destId="{F039E6BB-1E0D-4732-B90B-7EA44871F663}" srcOrd="0" destOrd="0" presId="urn:microsoft.com/office/officeart/2005/8/layout/orgChart1"/>
    <dgm:cxn modelId="{93CCD988-9B94-4B2F-A62D-A0C46E453B21}" type="presParOf" srcId="{8800813D-F703-4539-A027-3F78E5695BC8}" destId="{02A9BC0F-CFD2-4633-BC7C-E19EACD3C042}" srcOrd="1" destOrd="0" presId="urn:microsoft.com/office/officeart/2005/8/layout/orgChart1"/>
    <dgm:cxn modelId="{7670EEE6-4185-4400-9604-15FC338855D1}" type="presParOf" srcId="{E25152BA-7676-4DD3-9266-9A2169023686}" destId="{06D77DF3-D527-41F6-AD40-348FA4268C52}" srcOrd="1" destOrd="0" presId="urn:microsoft.com/office/officeart/2005/8/layout/orgChart1"/>
    <dgm:cxn modelId="{49D9C217-8B84-4A70-81F3-0FF9F81AD8AA}" type="presParOf" srcId="{E25152BA-7676-4DD3-9266-9A2169023686}" destId="{DB458537-EB3A-43D8-B64C-FD3CA15E5160}" srcOrd="2" destOrd="0" presId="urn:microsoft.com/office/officeart/2005/8/layout/orgChart1"/>
    <dgm:cxn modelId="{D7E66E9B-E030-43FE-8C46-9BA0B7DD6995}" type="presParOf" srcId="{1DCBC804-329D-41F1-B05C-D30C0F3E232F}" destId="{0C91601F-1EC1-4B6C-9DBD-B39951FF7D4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682563B-3D06-4B67-9AD5-E33CEC4806DB}">
      <dsp:nvSpPr>
        <dsp:cNvPr id="0" name=""/>
        <dsp:cNvSpPr/>
      </dsp:nvSpPr>
      <dsp:spPr>
        <a:xfrm>
          <a:off x="2700019" y="472235"/>
          <a:ext cx="1710880" cy="1979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976"/>
              </a:lnTo>
              <a:lnTo>
                <a:pt x="1710880" y="98976"/>
              </a:lnTo>
              <a:lnTo>
                <a:pt x="1710880" y="19795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A154807-A939-43E1-8248-FA53480B3361}">
      <dsp:nvSpPr>
        <dsp:cNvPr id="0" name=""/>
        <dsp:cNvSpPr/>
      </dsp:nvSpPr>
      <dsp:spPr>
        <a:xfrm>
          <a:off x="2893259" y="1141505"/>
          <a:ext cx="141395" cy="11028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2881"/>
              </a:lnTo>
              <a:lnTo>
                <a:pt x="141395" y="11028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6378EC-FA59-4172-B30A-CA0A76C11A7C}">
      <dsp:nvSpPr>
        <dsp:cNvPr id="0" name=""/>
        <dsp:cNvSpPr/>
      </dsp:nvSpPr>
      <dsp:spPr>
        <a:xfrm>
          <a:off x="2893259" y="1141505"/>
          <a:ext cx="141395" cy="4336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3611"/>
              </a:lnTo>
              <a:lnTo>
                <a:pt x="141395" y="43361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59429A-42CF-481A-854E-81C42473A3CF}">
      <dsp:nvSpPr>
        <dsp:cNvPr id="0" name=""/>
        <dsp:cNvSpPr/>
      </dsp:nvSpPr>
      <dsp:spPr>
        <a:xfrm>
          <a:off x="2700019" y="472235"/>
          <a:ext cx="570293" cy="1979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976"/>
              </a:lnTo>
              <a:lnTo>
                <a:pt x="570293" y="98976"/>
              </a:lnTo>
              <a:lnTo>
                <a:pt x="570293" y="19795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60E72C-2EB5-4D90-8D60-51037750F421}">
      <dsp:nvSpPr>
        <dsp:cNvPr id="0" name=""/>
        <dsp:cNvSpPr/>
      </dsp:nvSpPr>
      <dsp:spPr>
        <a:xfrm>
          <a:off x="1752672" y="1141505"/>
          <a:ext cx="141395" cy="17721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72151"/>
              </a:lnTo>
              <a:lnTo>
                <a:pt x="141395" y="17721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628682-A509-4130-B8AD-9581A85461DD}">
      <dsp:nvSpPr>
        <dsp:cNvPr id="0" name=""/>
        <dsp:cNvSpPr/>
      </dsp:nvSpPr>
      <dsp:spPr>
        <a:xfrm>
          <a:off x="1752672" y="1141505"/>
          <a:ext cx="141395" cy="11028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2881"/>
              </a:lnTo>
              <a:lnTo>
                <a:pt x="141395" y="11028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84C864-275C-4957-8CB8-BA0B3BDAC2F4}">
      <dsp:nvSpPr>
        <dsp:cNvPr id="0" name=""/>
        <dsp:cNvSpPr/>
      </dsp:nvSpPr>
      <dsp:spPr>
        <a:xfrm>
          <a:off x="1752672" y="1141505"/>
          <a:ext cx="141395" cy="4336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3611"/>
              </a:lnTo>
              <a:lnTo>
                <a:pt x="141395" y="43361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239650-97B4-4AA3-93DE-DE3091553BAE}">
      <dsp:nvSpPr>
        <dsp:cNvPr id="0" name=""/>
        <dsp:cNvSpPr/>
      </dsp:nvSpPr>
      <dsp:spPr>
        <a:xfrm>
          <a:off x="2129726" y="472235"/>
          <a:ext cx="570293" cy="197953"/>
        </a:xfrm>
        <a:custGeom>
          <a:avLst/>
          <a:gdLst/>
          <a:ahLst/>
          <a:cxnLst/>
          <a:rect l="0" t="0" r="0" b="0"/>
          <a:pathLst>
            <a:path>
              <a:moveTo>
                <a:pt x="570293" y="0"/>
              </a:moveTo>
              <a:lnTo>
                <a:pt x="570293" y="98976"/>
              </a:lnTo>
              <a:lnTo>
                <a:pt x="0" y="98976"/>
              </a:lnTo>
              <a:lnTo>
                <a:pt x="0" y="19795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572B23-F22B-4562-BC4C-441A26E36F0B}">
      <dsp:nvSpPr>
        <dsp:cNvPr id="0" name=""/>
        <dsp:cNvSpPr/>
      </dsp:nvSpPr>
      <dsp:spPr>
        <a:xfrm>
          <a:off x="989139" y="472235"/>
          <a:ext cx="1710880" cy="197953"/>
        </a:xfrm>
        <a:custGeom>
          <a:avLst/>
          <a:gdLst/>
          <a:ahLst/>
          <a:cxnLst/>
          <a:rect l="0" t="0" r="0" b="0"/>
          <a:pathLst>
            <a:path>
              <a:moveTo>
                <a:pt x="1710880" y="0"/>
              </a:moveTo>
              <a:lnTo>
                <a:pt x="1710880" y="98976"/>
              </a:lnTo>
              <a:lnTo>
                <a:pt x="0" y="98976"/>
              </a:lnTo>
              <a:lnTo>
                <a:pt x="0" y="19795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703536-B22C-4A07-87D5-7887017EE44A}">
      <dsp:nvSpPr>
        <dsp:cNvPr id="0" name=""/>
        <dsp:cNvSpPr/>
      </dsp:nvSpPr>
      <dsp:spPr>
        <a:xfrm>
          <a:off x="2228703" y="918"/>
          <a:ext cx="942633" cy="4713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100" kern="1200">
              <a:latin typeface="ＭＳ Ｐゴシック" pitchFamily="50" charset="-128"/>
              <a:ea typeface="ＭＳ Ｐゴシック" pitchFamily="50" charset="-128"/>
            </a:rPr>
            <a:t>トップ</a:t>
          </a:r>
        </a:p>
      </dsp:txBody>
      <dsp:txXfrm>
        <a:off x="2228703" y="918"/>
        <a:ext cx="942633" cy="471316"/>
      </dsp:txXfrm>
    </dsp:sp>
    <dsp:sp modelId="{1DE665FB-6189-4E0D-8574-784A893E4706}">
      <dsp:nvSpPr>
        <dsp:cNvPr id="0" name=""/>
        <dsp:cNvSpPr/>
      </dsp:nvSpPr>
      <dsp:spPr>
        <a:xfrm>
          <a:off x="517822" y="670188"/>
          <a:ext cx="942633" cy="4713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100" kern="1200">
              <a:latin typeface="ＭＳ Ｐゴシック" pitchFamily="50" charset="-128"/>
              <a:ea typeface="ＭＳ Ｐゴシック" pitchFamily="50" charset="-128"/>
            </a:rPr>
            <a:t>My</a:t>
          </a:r>
          <a:r>
            <a:rPr kumimoji="1" lang="ja-JP" altLang="en-US" sz="1100" kern="1200">
              <a:latin typeface="ＭＳ Ｐゴシック" pitchFamily="50" charset="-128"/>
              <a:ea typeface="ＭＳ Ｐゴシック" pitchFamily="50" charset="-128"/>
            </a:rPr>
            <a:t>ページ</a:t>
          </a:r>
        </a:p>
      </dsp:txBody>
      <dsp:txXfrm>
        <a:off x="517822" y="670188"/>
        <a:ext cx="942633" cy="471316"/>
      </dsp:txXfrm>
    </dsp:sp>
    <dsp:sp modelId="{9B9DA9D0-8516-4216-9AD3-FC4C0D51B5D0}">
      <dsp:nvSpPr>
        <dsp:cNvPr id="0" name=""/>
        <dsp:cNvSpPr/>
      </dsp:nvSpPr>
      <dsp:spPr>
        <a:xfrm>
          <a:off x="1658409" y="670188"/>
          <a:ext cx="942633" cy="4713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100" kern="1200">
              <a:latin typeface="ＭＳ Ｐゴシック" pitchFamily="50" charset="-128"/>
              <a:ea typeface="ＭＳ Ｐゴシック" pitchFamily="50" charset="-128"/>
            </a:rPr>
            <a:t>病気の</a:t>
          </a:r>
          <a:r>
            <a:rPr kumimoji="1" lang="en-US" altLang="ja-JP" sz="1100" kern="1200">
              <a:latin typeface="ＭＳ Ｐゴシック" pitchFamily="50" charset="-128"/>
              <a:ea typeface="ＭＳ Ｐゴシック" pitchFamily="50" charset="-128"/>
            </a:rPr>
            <a:t/>
          </a:r>
          <a:br>
            <a:rPr kumimoji="1" lang="en-US" altLang="ja-JP" sz="1100" kern="1200">
              <a:latin typeface="ＭＳ Ｐゴシック" pitchFamily="50" charset="-128"/>
              <a:ea typeface="ＭＳ Ｐゴシック" pitchFamily="50" charset="-128"/>
            </a:rPr>
          </a:br>
          <a:r>
            <a:rPr kumimoji="1" lang="ja-JP" altLang="en-US" sz="1100" kern="1200">
              <a:latin typeface="ＭＳ Ｐゴシック" pitchFamily="50" charset="-128"/>
              <a:ea typeface="ＭＳ Ｐゴシック" pitchFamily="50" charset="-128"/>
            </a:rPr>
            <a:t>基礎知識</a:t>
          </a:r>
        </a:p>
      </dsp:txBody>
      <dsp:txXfrm>
        <a:off x="1658409" y="670188"/>
        <a:ext cx="942633" cy="471316"/>
      </dsp:txXfrm>
    </dsp:sp>
    <dsp:sp modelId="{A871FDF1-81ED-400D-9F8E-BFEEBBA52805}">
      <dsp:nvSpPr>
        <dsp:cNvPr id="0" name=""/>
        <dsp:cNvSpPr/>
      </dsp:nvSpPr>
      <dsp:spPr>
        <a:xfrm>
          <a:off x="1894067" y="1339459"/>
          <a:ext cx="942633" cy="4713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100" kern="1200">
              <a:latin typeface="ＭＳ Ｐゴシック" pitchFamily="50" charset="-128"/>
              <a:ea typeface="ＭＳ Ｐゴシック" pitchFamily="50" charset="-128"/>
            </a:rPr>
            <a:t>成人別等</a:t>
          </a:r>
          <a:r>
            <a:rPr kumimoji="1" lang="en-US" altLang="ja-JP" sz="1100" kern="1200">
              <a:latin typeface="ＭＳ Ｐゴシック" pitchFamily="50" charset="-128"/>
              <a:ea typeface="ＭＳ Ｐゴシック" pitchFamily="50" charset="-128"/>
            </a:rPr>
            <a:t/>
          </a:r>
          <a:br>
            <a:rPr kumimoji="1" lang="en-US" altLang="ja-JP" sz="1100" kern="1200">
              <a:latin typeface="ＭＳ Ｐゴシック" pitchFamily="50" charset="-128"/>
              <a:ea typeface="ＭＳ Ｐゴシック" pitchFamily="50" charset="-128"/>
            </a:rPr>
          </a:br>
          <a:r>
            <a:rPr kumimoji="1" lang="ja-JP" altLang="en-US" sz="1100" kern="1200">
              <a:latin typeface="ＭＳ Ｐゴシック" pitchFamily="50" charset="-128"/>
              <a:ea typeface="ＭＳ Ｐゴシック" pitchFamily="50" charset="-128"/>
            </a:rPr>
            <a:t>病気解説</a:t>
          </a:r>
        </a:p>
      </dsp:txBody>
      <dsp:txXfrm>
        <a:off x="1894067" y="1339459"/>
        <a:ext cx="942633" cy="471316"/>
      </dsp:txXfrm>
    </dsp:sp>
    <dsp:sp modelId="{98F0F5EA-C52E-4CA0-8386-C36F48C8508B}">
      <dsp:nvSpPr>
        <dsp:cNvPr id="0" name=""/>
        <dsp:cNvSpPr/>
      </dsp:nvSpPr>
      <dsp:spPr>
        <a:xfrm>
          <a:off x="1894067" y="2008729"/>
          <a:ext cx="942633" cy="4713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100" kern="1200">
              <a:latin typeface="ＭＳ Ｐゴシック" pitchFamily="50" charset="-128"/>
              <a:ea typeface="ＭＳ Ｐゴシック" pitchFamily="50" charset="-128"/>
            </a:rPr>
            <a:t>薬の基礎知識</a:t>
          </a:r>
        </a:p>
      </dsp:txBody>
      <dsp:txXfrm>
        <a:off x="1894067" y="2008729"/>
        <a:ext cx="942633" cy="471316"/>
      </dsp:txXfrm>
    </dsp:sp>
    <dsp:sp modelId="{1D3684C7-314F-4319-A403-467F869488EB}">
      <dsp:nvSpPr>
        <dsp:cNvPr id="0" name=""/>
        <dsp:cNvSpPr/>
      </dsp:nvSpPr>
      <dsp:spPr>
        <a:xfrm>
          <a:off x="1894067" y="2677999"/>
          <a:ext cx="942633" cy="4713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100" kern="1200">
              <a:latin typeface="ＭＳ Ｐゴシック" pitchFamily="50" charset="-128"/>
              <a:ea typeface="ＭＳ Ｐゴシック" pitchFamily="50" charset="-128"/>
            </a:rPr>
            <a:t>医師相談</a:t>
          </a:r>
        </a:p>
      </dsp:txBody>
      <dsp:txXfrm>
        <a:off x="1894067" y="2677999"/>
        <a:ext cx="942633" cy="471316"/>
      </dsp:txXfrm>
    </dsp:sp>
    <dsp:sp modelId="{B873E80B-3F6B-499D-A2F1-26B102A4A30D}">
      <dsp:nvSpPr>
        <dsp:cNvPr id="0" name=""/>
        <dsp:cNvSpPr/>
      </dsp:nvSpPr>
      <dsp:spPr>
        <a:xfrm>
          <a:off x="2798996" y="670188"/>
          <a:ext cx="942633" cy="4713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100" kern="1200">
              <a:latin typeface="ＭＳ Ｐゴシック" pitchFamily="50" charset="-128"/>
              <a:ea typeface="ＭＳ Ｐゴシック" pitchFamily="50" charset="-128"/>
            </a:rPr>
            <a:t>食事</a:t>
          </a:r>
        </a:p>
      </dsp:txBody>
      <dsp:txXfrm>
        <a:off x="2798996" y="670188"/>
        <a:ext cx="942633" cy="471316"/>
      </dsp:txXfrm>
    </dsp:sp>
    <dsp:sp modelId="{7442113A-E6BA-4F69-BE45-37511555D73D}">
      <dsp:nvSpPr>
        <dsp:cNvPr id="0" name=""/>
        <dsp:cNvSpPr/>
      </dsp:nvSpPr>
      <dsp:spPr>
        <a:xfrm>
          <a:off x="3034655" y="1339459"/>
          <a:ext cx="942633" cy="4713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100" kern="1200">
              <a:latin typeface="ＭＳ Ｐゴシック" pitchFamily="50" charset="-128"/>
              <a:ea typeface="ＭＳ Ｐゴシック" pitchFamily="50" charset="-128"/>
            </a:rPr>
            <a:t>レシピ</a:t>
          </a:r>
        </a:p>
      </dsp:txBody>
      <dsp:txXfrm>
        <a:off x="3034655" y="1339459"/>
        <a:ext cx="942633" cy="471316"/>
      </dsp:txXfrm>
    </dsp:sp>
    <dsp:sp modelId="{E91FE604-12B1-4060-87FB-1C523E0DB669}">
      <dsp:nvSpPr>
        <dsp:cNvPr id="0" name=""/>
        <dsp:cNvSpPr/>
      </dsp:nvSpPr>
      <dsp:spPr>
        <a:xfrm>
          <a:off x="3034655" y="2008729"/>
          <a:ext cx="942633" cy="4713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100" kern="1200">
              <a:latin typeface="ＭＳ Ｐゴシック" pitchFamily="50" charset="-128"/>
              <a:ea typeface="ＭＳ Ｐゴシック" pitchFamily="50" charset="-128"/>
            </a:rPr>
            <a:t>病気別食事のポイント</a:t>
          </a:r>
        </a:p>
      </dsp:txBody>
      <dsp:txXfrm>
        <a:off x="3034655" y="2008729"/>
        <a:ext cx="942633" cy="471316"/>
      </dsp:txXfrm>
    </dsp:sp>
    <dsp:sp modelId="{F039E6BB-1E0D-4732-B90B-7EA44871F663}">
      <dsp:nvSpPr>
        <dsp:cNvPr id="0" name=""/>
        <dsp:cNvSpPr/>
      </dsp:nvSpPr>
      <dsp:spPr>
        <a:xfrm>
          <a:off x="3939583" y="670188"/>
          <a:ext cx="942633" cy="4713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100" kern="1200">
              <a:latin typeface="ＭＳ Ｐゴシック" pitchFamily="50" charset="-128"/>
              <a:ea typeface="ＭＳ Ｐゴシック" pitchFamily="50" charset="-128"/>
            </a:rPr>
            <a:t>エクササイズ</a:t>
          </a:r>
        </a:p>
      </dsp:txBody>
      <dsp:txXfrm>
        <a:off x="3939583" y="670188"/>
        <a:ext cx="942633" cy="4713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リゾート">
  <a:themeElements>
    <a:clrScheme name="キュート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B13F9A" mc:Ignorable=""/>
      </a:dk2>
      <a:lt2>
        <a:srgbClr xmlns:mc="http://schemas.openxmlformats.org/markup-compatibility/2006" xmlns:a14="http://schemas.microsoft.com/office/drawing/2010/main" val="F4E7ED" mc:Ignorable=""/>
      </a:lt2>
      <a:accent1>
        <a:srgbClr xmlns:mc="http://schemas.openxmlformats.org/markup-compatibility/2006" xmlns:a14="http://schemas.microsoft.com/office/drawing/2010/main" val="B83D68" mc:Ignorable=""/>
      </a:accent1>
      <a:accent2>
        <a:srgbClr xmlns:mc="http://schemas.openxmlformats.org/markup-compatibility/2006" xmlns:a14="http://schemas.microsoft.com/office/drawing/2010/main" val="AC66BB" mc:Ignorable=""/>
      </a:accent2>
      <a:accent3>
        <a:srgbClr xmlns:mc="http://schemas.openxmlformats.org/markup-compatibility/2006" xmlns:a14="http://schemas.microsoft.com/office/drawing/2010/main" val="DE6C36" mc:Ignorable=""/>
      </a:accent3>
      <a:accent4>
        <a:srgbClr xmlns:mc="http://schemas.openxmlformats.org/markup-compatibility/2006" xmlns:a14="http://schemas.microsoft.com/office/drawing/2010/main" val="F9B639" mc:Ignorable=""/>
      </a:accent4>
      <a:accent5>
        <a:srgbClr xmlns:mc="http://schemas.openxmlformats.org/markup-compatibility/2006" xmlns:a14="http://schemas.microsoft.com/office/drawing/2010/main" val="CF6DA4" mc:Ignorable=""/>
      </a:accent5>
      <a:accent6>
        <a:srgbClr xmlns:mc="http://schemas.openxmlformats.org/markup-compatibility/2006" xmlns:a14="http://schemas.microsoft.com/office/drawing/2010/main" val="FA8D3D" mc:Ignorable=""/>
      </a:accent6>
      <a:hlink>
        <a:srgbClr xmlns:mc="http://schemas.openxmlformats.org/markup-compatibility/2006" xmlns:a14="http://schemas.microsoft.com/office/drawing/2010/main" val="FFDE66" mc:Ignorable=""/>
      </a:hlink>
      <a:folHlink>
        <a:srgbClr xmlns:mc="http://schemas.openxmlformats.org/markup-compatibility/2006" xmlns:a14="http://schemas.microsoft.com/office/drawing/2010/main" val="D490C5" mc:Ignorable=""/>
      </a:folHlink>
    </a:clrScheme>
    <a:fontScheme name="リゾート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リゾート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  <a:scene3d>
            <a:camera prst="orthographicFront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tanaka</dc:creator>
  <cp:lastModifiedBy>tanaka</cp:lastModifiedBy>
  <cp:revision>3</cp:revision>
  <dcterms:created xsi:type="dcterms:W3CDTF">2009-12-16T09:34:00Z</dcterms:created>
  <dcterms:modified xsi:type="dcterms:W3CDTF">2009-12-28T04:59:00Z</dcterms:modified>
</cp:coreProperties>
</file>