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bookmarkStart w:id="0" w:name="_GoBack"/>
      <w:bookmarkEnd w:id="0"/>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4337A1D1" w:rsidR="001857DE" w:rsidRPr="00911D6A" w:rsidRDefault="001857DE" w:rsidP="00753247">
      <w:pPr>
        <w:ind w:right="271"/>
        <w:jc w:val="right"/>
        <w:rPr>
          <w:rFonts w:asciiTheme="minorEastAsia" w:hAnsiTheme="minorEastAsia"/>
          <w:sz w:val="24"/>
          <w:szCs w:val="24"/>
        </w:rPr>
      </w:pPr>
      <w:r w:rsidRPr="00911D6A">
        <w:rPr>
          <w:rFonts w:asciiTheme="minorEastAsia" w:hAnsiTheme="minorEastAsia" w:hint="eastAsia"/>
          <w:sz w:val="24"/>
          <w:szCs w:val="24"/>
        </w:rPr>
        <w:t>2010年</w:t>
      </w:r>
      <w:r w:rsidR="00AB2699" w:rsidRPr="00911D6A">
        <w:rPr>
          <w:rFonts w:asciiTheme="minorEastAsia" w:hAnsiTheme="minorEastAsia" w:hint="eastAsia"/>
          <w:sz w:val="24"/>
          <w:szCs w:val="24"/>
        </w:rPr>
        <w:t>4</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2C3156">
      <w:pPr>
        <w:ind w:leftChars="2705" w:left="6518"/>
        <w:jc w:val="lef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2C3156">
      <w:pPr>
        <w:ind w:leftChars="2705" w:left="6518" w:right="1084"/>
        <w:jc w:val="lef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4D95D582" w:rsidR="00AF6164" w:rsidRPr="00753247" w:rsidRDefault="00AF6164" w:rsidP="00591CF7">
      <w:pPr>
        <w:jc w:val="center"/>
        <w:rPr>
          <w:rFonts w:ascii="メイリオ" w:eastAsia="メイリオ" w:hAnsi="メイリオ" w:cs="メイリオ"/>
          <w:b/>
          <w:sz w:val="32"/>
          <w:szCs w:val="32"/>
        </w:rPr>
      </w:pPr>
      <w:r w:rsidRPr="00753247">
        <w:rPr>
          <w:rFonts w:ascii="メイリオ" w:eastAsia="メイリオ" w:hAnsi="メイリオ" w:cs="メイリオ" w:hint="eastAsia"/>
          <w:sz w:val="32"/>
          <w:szCs w:val="32"/>
        </w:rPr>
        <w:t>江戸城跡</w:t>
      </w:r>
      <w:r w:rsidR="00A1205D" w:rsidRPr="00753247">
        <w:rPr>
          <w:rFonts w:ascii="メイリオ" w:eastAsia="メイリオ" w:hAnsi="メイリオ" w:cs="メイリオ" w:hint="eastAsia"/>
          <w:sz w:val="32"/>
          <w:szCs w:val="32"/>
        </w:rPr>
        <w:t xml:space="preserve"> </w:t>
      </w:r>
      <w:r w:rsidRPr="00753247">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7697D61D"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5E012D" w:rsidRPr="00911D6A">
        <w:rPr>
          <w:rFonts w:asciiTheme="minorEastAsia" w:hAnsiTheme="minorEastAsia" w:hint="eastAsia"/>
          <w:sz w:val="24"/>
          <w:szCs w:val="24"/>
        </w:rPr>
        <w:t>陽春の候、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1D9FF02C" w:rsidR="000E2431" w:rsidRPr="00911D6A" w:rsidRDefault="00F661FD" w:rsidP="008011D6">
      <w:pPr>
        <w:pStyle w:val="af0"/>
        <w:numPr>
          <w:ilvl w:val="0"/>
          <w:numId w:val="8"/>
        </w:numPr>
        <w:tabs>
          <w:tab w:val="left" w:pos="2127"/>
        </w:tabs>
        <w:ind w:leftChars="0"/>
        <w:jc w:val="left"/>
        <w:rPr>
          <w:rFonts w:asciiTheme="minorEastAsia" w:hAnsiTheme="minorEastAsia"/>
          <w:sz w:val="24"/>
          <w:szCs w:val="24"/>
        </w:rPr>
      </w:pPr>
      <w:r w:rsidRPr="00C87CEF">
        <w:rPr>
          <w:rFonts w:asciiTheme="minorEastAsia" w:hAnsiTheme="minorEastAsia" w:hint="eastAsia"/>
          <w:spacing w:val="303"/>
          <w:kern w:val="0"/>
          <w:sz w:val="24"/>
          <w:szCs w:val="24"/>
          <w:fitText w:val="1084" w:id="-512455422"/>
        </w:rPr>
        <w:t>日</w:t>
      </w:r>
      <w:r w:rsidRPr="00C87CEF">
        <w:rPr>
          <w:rFonts w:asciiTheme="minorEastAsia" w:hAnsiTheme="minorEastAsia" w:hint="eastAsia"/>
          <w:kern w:val="0"/>
          <w:sz w:val="24"/>
          <w:szCs w:val="24"/>
          <w:fitText w:val="1084" w:id="-512455422"/>
        </w:rPr>
        <w:t>程</w:t>
      </w:r>
      <w:r w:rsidR="000E2431" w:rsidRPr="00911D6A">
        <w:rPr>
          <w:rFonts w:asciiTheme="minorEastAsia" w:hAnsiTheme="minorEastAsia" w:hint="eastAsia"/>
          <w:sz w:val="24"/>
          <w:szCs w:val="24"/>
        </w:rPr>
        <w:t>：</w:t>
      </w:r>
      <w:r w:rsidR="0080524A">
        <w:rPr>
          <w:rFonts w:asciiTheme="minorEastAsia" w:hAnsiTheme="minorEastAsia" w:hint="eastAsia"/>
          <w:sz w:val="24"/>
          <w:szCs w:val="24"/>
        </w:rPr>
        <w:tab/>
      </w:r>
      <w:r w:rsidR="000E2431" w:rsidRPr="00911D6A">
        <w:rPr>
          <w:rFonts w:asciiTheme="minorEastAsia" w:hAnsiTheme="minorEastAsia" w:hint="eastAsia"/>
          <w:sz w:val="24"/>
          <w:szCs w:val="24"/>
        </w:rPr>
        <w:t>5月15日（土）</w:t>
      </w:r>
      <w:r w:rsidR="00AD4F23">
        <w:rPr>
          <w:rFonts w:asciiTheme="minorEastAsia" w:hAnsiTheme="minorEastAsia" w:hint="eastAsia"/>
          <w:sz w:val="24"/>
          <w:szCs w:val="24"/>
        </w:rPr>
        <w:t xml:space="preserve">　</w:t>
      </w:r>
      <w:r w:rsidR="000E2431" w:rsidRPr="00911D6A">
        <w:rPr>
          <w:rFonts w:asciiTheme="minorEastAsia" w:hAnsiTheme="minorEastAsia" w:hint="eastAsia"/>
          <w:sz w:val="24"/>
          <w:szCs w:val="24"/>
        </w:rPr>
        <w:t>午前</w:t>
      </w:r>
      <w:r w:rsidR="00AE3549" w:rsidRPr="00911D6A">
        <w:rPr>
          <w:rFonts w:asciiTheme="minorEastAsia" w:hAnsiTheme="minorEastAsia" w:hint="eastAsia"/>
          <w:sz w:val="24"/>
          <w:szCs w:val="24"/>
        </w:rPr>
        <w:t>9</w:t>
      </w:r>
      <w:r w:rsidR="000E2431" w:rsidRPr="00911D6A">
        <w:rPr>
          <w:rFonts w:asciiTheme="minorEastAsia" w:hAnsiTheme="minorEastAsia" w:hint="eastAsia"/>
          <w:sz w:val="24"/>
          <w:szCs w:val="24"/>
        </w:rPr>
        <w:t>時出発　午後5時30分到着予定</w:t>
      </w:r>
    </w:p>
    <w:p w14:paraId="49550394" w14:textId="3EE4FA8C" w:rsidR="00BD40EB" w:rsidRPr="00911D6A" w:rsidRDefault="00AE3549" w:rsidP="008011D6">
      <w:pPr>
        <w:pStyle w:val="af0"/>
        <w:numPr>
          <w:ilvl w:val="0"/>
          <w:numId w:val="8"/>
        </w:numPr>
        <w:tabs>
          <w:tab w:val="left" w:pos="2127"/>
        </w:tabs>
        <w:ind w:leftChars="0"/>
        <w:jc w:val="left"/>
        <w:rPr>
          <w:rFonts w:asciiTheme="minorEastAsia" w:hAnsiTheme="minorEastAsia"/>
          <w:sz w:val="24"/>
          <w:szCs w:val="24"/>
        </w:rPr>
      </w:pPr>
      <w:r w:rsidRPr="00654826">
        <w:rPr>
          <w:rFonts w:asciiTheme="minorEastAsia" w:hAnsiTheme="minorEastAsia" w:hint="eastAsia"/>
          <w:spacing w:val="91"/>
          <w:kern w:val="0"/>
          <w:sz w:val="24"/>
          <w:szCs w:val="24"/>
          <w:fitText w:val="1084" w:id="-512455423"/>
        </w:rPr>
        <w:t>参加</w:t>
      </w:r>
      <w:r w:rsidRPr="00654826">
        <w:rPr>
          <w:rFonts w:asciiTheme="minorEastAsia" w:hAnsiTheme="minorEastAsia" w:hint="eastAsia"/>
          <w:kern w:val="0"/>
          <w:sz w:val="24"/>
          <w:szCs w:val="24"/>
          <w:fitText w:val="1084" w:id="-512455423"/>
        </w:rPr>
        <w:t>費</w:t>
      </w:r>
      <w:r w:rsidRPr="00911D6A">
        <w:rPr>
          <w:rFonts w:asciiTheme="minorEastAsia" w:hAnsiTheme="minorEastAsia" w:hint="eastAsia"/>
          <w:sz w:val="24"/>
          <w:szCs w:val="24"/>
        </w:rPr>
        <w:t>：</w:t>
      </w:r>
      <w:r w:rsidR="0080524A">
        <w:rPr>
          <w:rFonts w:asciiTheme="minorEastAsia" w:hAnsiTheme="minorEastAsia" w:hint="eastAsia"/>
          <w:sz w:val="24"/>
          <w:szCs w:val="24"/>
        </w:rPr>
        <w:tab/>
      </w:r>
      <w:r w:rsidRPr="00911D6A">
        <w:rPr>
          <w:rFonts w:asciiTheme="minorEastAsia" w:hAnsiTheme="minorEastAsia" w:hint="eastAsia"/>
          <w:sz w:val="24"/>
          <w:szCs w:val="24"/>
        </w:rPr>
        <w:t>大人3,</w:t>
      </w:r>
      <w:r w:rsidR="00BD40EB" w:rsidRPr="00911D6A">
        <w:rPr>
          <w:rFonts w:asciiTheme="minorEastAsia" w:hAnsiTheme="minorEastAsia" w:hint="eastAsia"/>
          <w:sz w:val="24"/>
          <w:szCs w:val="24"/>
        </w:rPr>
        <w:t>500円</w:t>
      </w:r>
      <w:r w:rsidRPr="00911D6A">
        <w:rPr>
          <w:rFonts w:asciiTheme="minorEastAsia" w:hAnsiTheme="minorEastAsia" w:hint="eastAsia"/>
          <w:sz w:val="24"/>
          <w:szCs w:val="24"/>
        </w:rPr>
        <w:t>／子供（中学生以下）無料</w:t>
      </w:r>
      <w:r w:rsidR="00AF6164" w:rsidRPr="00911D6A">
        <w:rPr>
          <w:rFonts w:asciiTheme="minorEastAsia" w:hAnsiTheme="minorEastAsia" w:hint="eastAsia"/>
          <w:sz w:val="24"/>
          <w:szCs w:val="24"/>
        </w:rPr>
        <w:t>（昼食付き）</w:t>
      </w:r>
    </w:p>
    <w:p w14:paraId="00A3E2AA" w14:textId="716C9CBB" w:rsidR="00F661FD" w:rsidRPr="00911D6A" w:rsidRDefault="00F661FD" w:rsidP="008011D6">
      <w:pPr>
        <w:pStyle w:val="af0"/>
        <w:numPr>
          <w:ilvl w:val="0"/>
          <w:numId w:val="8"/>
        </w:numPr>
        <w:tabs>
          <w:tab w:val="left" w:pos="2127"/>
        </w:tabs>
        <w:ind w:leftChars="0"/>
        <w:jc w:val="left"/>
        <w:rPr>
          <w:rFonts w:asciiTheme="minorEastAsia" w:hAnsiTheme="minorEastAsia"/>
          <w:sz w:val="24"/>
          <w:szCs w:val="24"/>
        </w:rPr>
      </w:pPr>
      <w:r w:rsidRPr="004C523F">
        <w:rPr>
          <w:rFonts w:asciiTheme="minorEastAsia" w:hAnsiTheme="minorEastAsia" w:hint="eastAsia"/>
          <w:spacing w:val="30"/>
          <w:kern w:val="0"/>
          <w:sz w:val="24"/>
          <w:szCs w:val="24"/>
          <w:fitText w:val="1084" w:id="-512455424"/>
        </w:rPr>
        <w:t>集合場</w:t>
      </w:r>
      <w:r w:rsidRPr="004C523F">
        <w:rPr>
          <w:rFonts w:asciiTheme="minorEastAsia" w:hAnsiTheme="minorEastAsia" w:hint="eastAsia"/>
          <w:spacing w:val="-30"/>
          <w:kern w:val="0"/>
          <w:sz w:val="24"/>
          <w:szCs w:val="24"/>
          <w:fitText w:val="1084" w:id="-512455424"/>
        </w:rPr>
        <w:t>所</w:t>
      </w:r>
      <w:r w:rsidRPr="00911D6A">
        <w:rPr>
          <w:rFonts w:asciiTheme="minorEastAsia" w:hAnsiTheme="minorEastAsia" w:hint="eastAsia"/>
          <w:sz w:val="24"/>
          <w:szCs w:val="24"/>
        </w:rPr>
        <w:t>：</w:t>
      </w:r>
      <w:r w:rsidR="0080524A">
        <w:rPr>
          <w:rFonts w:asciiTheme="minorEastAsia" w:hAnsiTheme="minorEastAsia" w:hint="eastAsia"/>
          <w:sz w:val="24"/>
          <w:szCs w:val="24"/>
        </w:rPr>
        <w:tab/>
      </w:r>
      <w:r w:rsidRPr="00911D6A">
        <w:rPr>
          <w:rFonts w:asciiTheme="minorEastAsia" w:hAnsiTheme="minorEastAsia" w:hint="eastAsia"/>
          <w:sz w:val="24"/>
          <w:szCs w:val="24"/>
        </w:rPr>
        <w:t>杏奈駅</w:t>
      </w:r>
      <w:r w:rsidR="00A1205D">
        <w:rPr>
          <w:rFonts w:asciiTheme="minorEastAsia" w:hAnsiTheme="minorEastAsia" w:hint="eastAsia"/>
          <w:sz w:val="24"/>
          <w:szCs w:val="24"/>
        </w:rPr>
        <w:t xml:space="preserve"> </w:t>
      </w:r>
      <w:r w:rsidRPr="00911D6A">
        <w:rPr>
          <w:rFonts w:asciiTheme="minorEastAsia" w:hAnsiTheme="minorEastAsia" w:hint="eastAsia"/>
          <w:sz w:val="24"/>
          <w:szCs w:val="24"/>
        </w:rPr>
        <w:t>北口広場</w:t>
      </w:r>
      <w:r w:rsidR="00AE3549" w:rsidRPr="00911D6A">
        <w:rPr>
          <w:rFonts w:asciiTheme="minorEastAsia" w:hAnsiTheme="minorEastAsia" w:hint="eastAsia"/>
          <w:sz w:val="24"/>
          <w:szCs w:val="24"/>
        </w:rPr>
        <w:t xml:space="preserve">　午前8時30分</w:t>
      </w:r>
    </w:p>
    <w:p w14:paraId="1E0CA707" w14:textId="6EC5A3E6" w:rsidR="003A05AA" w:rsidRPr="00911D6A" w:rsidRDefault="0080524A" w:rsidP="008011D6">
      <w:pPr>
        <w:tabs>
          <w:tab w:val="left" w:pos="2127"/>
        </w:tabs>
        <w:rPr>
          <w:rFonts w:asciiTheme="minorEastAsia" w:hAnsiTheme="minorEastAsia"/>
          <w:sz w:val="24"/>
          <w:szCs w:val="24"/>
        </w:rPr>
      </w:pPr>
      <w:r>
        <w:rPr>
          <w:rFonts w:asciiTheme="minorEastAsia" w:hAnsiTheme="minorEastAsia" w:hint="eastAsia"/>
          <w:sz w:val="24"/>
          <w:szCs w:val="24"/>
        </w:rPr>
        <w:tab/>
      </w:r>
      <w:r w:rsidR="00B35AA4"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6C592E70" w:rsidR="003A05AA" w:rsidRPr="00716C2A" w:rsidRDefault="00636AB3" w:rsidP="00AE3F6E">
      <w:pPr>
        <w:rPr>
          <w:rFonts w:asciiTheme="minorEastAsia" w:hAnsiTheme="minorEastAsia"/>
          <w:b/>
          <w:sz w:val="24"/>
          <w:szCs w:val="24"/>
        </w:rPr>
      </w:pPr>
      <w:r w:rsidRPr="00716C2A">
        <w:rPr>
          <w:rFonts w:asciiTheme="minorEastAsia" w:hAnsiTheme="minorEastAsia" w:hint="eastAsia"/>
          <w:b/>
          <w:sz w:val="24"/>
          <w:szCs w:val="24"/>
        </w:rPr>
        <w:t>＜申し込み先＞</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2EFDB873"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1F00C8">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39B9B289" w:rsidR="00245A69" w:rsidRDefault="00636AB3" w:rsidP="00245A69">
      <w:pPr>
        <w:rPr>
          <w:rStyle w:val="af"/>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A1205D" w:rsidRPr="00692A19">
          <w:rPr>
            <w:rStyle w:val="af"/>
            <w:rFonts w:asciiTheme="minorEastAsia" w:hAnsiTheme="minorEastAsia" w:hint="eastAsia"/>
            <w:sz w:val="24"/>
            <w:szCs w:val="24"/>
          </w:rPr>
          <w:t>parktown-midori@example.ne.jp</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Pr="00911D6A" w:rsidRDefault="00CD6AF7">
      <w:pPr>
        <w:widowControl/>
        <w:jc w:val="left"/>
        <w:rPr>
          <w:rFonts w:asciiTheme="minorEastAsia" w:hAnsiTheme="minorEastAsia"/>
          <w:sz w:val="24"/>
          <w:szCs w:val="24"/>
        </w:rPr>
      </w:pPr>
    </w:p>
    <w:p w14:paraId="3D0D23EB" w14:textId="77777777" w:rsidR="00C814FF" w:rsidRDefault="00C814FF">
      <w:pPr>
        <w:widowControl/>
        <w:jc w:val="left"/>
        <w:rPr>
          <w:rFonts w:asciiTheme="minorEastAsia" w:hAnsiTheme="minorEastAsia"/>
          <w:sz w:val="24"/>
          <w:szCs w:val="24"/>
        </w:rPr>
      </w:pPr>
      <w:r>
        <w:rPr>
          <w:rFonts w:asciiTheme="minorEastAsia" w:hAnsiTheme="minorEastAsia"/>
          <w:sz w:val="24"/>
          <w:szCs w:val="24"/>
        </w:rPr>
        <w:br w:type="page"/>
      </w:r>
    </w:p>
    <w:p w14:paraId="096F860B" w14:textId="2850C11C" w:rsidR="00773409" w:rsidRPr="00C814FF" w:rsidRDefault="00773409" w:rsidP="00773409">
      <w:pPr>
        <w:rPr>
          <w:rFonts w:asciiTheme="majorEastAsia" w:eastAsiaTheme="majorEastAsia" w:hAnsiTheme="majorEastAsia"/>
          <w:b/>
          <w:sz w:val="24"/>
          <w:szCs w:val="24"/>
        </w:rPr>
      </w:pPr>
      <w:r w:rsidRPr="00C814FF">
        <w:rPr>
          <w:rFonts w:asciiTheme="majorEastAsia" w:eastAsiaTheme="majorEastAsia" w:hAnsiTheme="majorEastAsia" w:hint="eastAsia"/>
          <w:b/>
          <w:sz w:val="24"/>
          <w:szCs w:val="24"/>
        </w:rPr>
        <w:lastRenderedPageBreak/>
        <w:t>江戸城跡 散策ツアー</w:t>
      </w:r>
      <w:r w:rsidR="00FC1828" w:rsidRPr="00C814FF">
        <w:rPr>
          <w:rFonts w:asciiTheme="majorEastAsia" w:eastAsiaTheme="majorEastAsia" w:hAnsiTheme="majorEastAsia" w:hint="eastAsia"/>
          <w:b/>
          <w:sz w:val="24"/>
          <w:szCs w:val="24"/>
        </w:rPr>
        <w:t xml:space="preserve"> </w:t>
      </w:r>
      <w:r w:rsidR="003A05AA" w:rsidRPr="00C814FF">
        <w:rPr>
          <w:rFonts w:asciiTheme="majorEastAsia" w:eastAsiaTheme="majorEastAsia" w:hAnsiTheme="majorEastAsia" w:hint="eastAsia"/>
          <w:b/>
          <w:sz w:val="24"/>
          <w:szCs w:val="24"/>
        </w:rPr>
        <w:t>コース</w:t>
      </w:r>
      <w:r w:rsidR="002335AC" w:rsidRPr="00C814FF">
        <w:rPr>
          <w:rFonts w:asciiTheme="majorEastAsia" w:eastAsiaTheme="majorEastAsia" w:hAnsiTheme="majorEastAsia" w:hint="eastAsia"/>
          <w:b/>
          <w:sz w:val="24"/>
          <w:szCs w:val="24"/>
        </w:rPr>
        <w:t>行程</w:t>
      </w:r>
    </w:p>
    <w:p w14:paraId="32AC46B9" w14:textId="77777777" w:rsidR="00C814FF" w:rsidRDefault="00C814FF" w:rsidP="00CD6AF7">
      <w:pPr>
        <w:rPr>
          <w:rFonts w:asciiTheme="minorEastAsia" w:hAnsiTheme="minorEastAsia"/>
          <w:sz w:val="24"/>
          <w:szCs w:val="24"/>
        </w:rPr>
      </w:pPr>
    </w:p>
    <w:p w14:paraId="2A825B2A" w14:textId="17FB6612" w:rsidR="009054A9" w:rsidRPr="00716C2A" w:rsidRDefault="00A1205D" w:rsidP="00CD6AF7">
      <w:pPr>
        <w:rPr>
          <w:rFonts w:asciiTheme="minorEastAsia" w:hAnsiTheme="minorEastAsia"/>
          <w:sz w:val="24"/>
          <w:szCs w:val="24"/>
        </w:rPr>
      </w:pPr>
      <w:r w:rsidRPr="00716C2A">
        <w:rPr>
          <w:rFonts w:asciiTheme="minorEastAsia" w:hAnsiTheme="minorEastAsia" w:hint="eastAsia"/>
          <w:sz w:val="24"/>
          <w:szCs w:val="24"/>
        </w:rPr>
        <w:t>①</w:t>
      </w:r>
      <w:r w:rsidR="009054A9" w:rsidRPr="00716C2A">
        <w:rPr>
          <w:rFonts w:asciiTheme="minorEastAsia" w:hAnsiTheme="minorEastAsia" w:hint="eastAsia"/>
          <w:i/>
          <w:sz w:val="24"/>
          <w:szCs w:val="24"/>
        </w:rPr>
        <w:t>杏奈駅</w:t>
      </w:r>
      <w:r w:rsidR="00F661FD" w:rsidRPr="00716C2A">
        <w:rPr>
          <w:rFonts w:asciiTheme="minorEastAsia" w:hAnsiTheme="minorEastAsia" w:hint="eastAsia"/>
          <w:i/>
          <w:sz w:val="24"/>
          <w:szCs w:val="24"/>
        </w:rPr>
        <w:t>発</w:t>
      </w:r>
      <w:r w:rsidR="00F661FD"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②</w:t>
      </w:r>
      <w:r w:rsidR="00B30ADF" w:rsidRPr="00716C2A">
        <w:rPr>
          <w:rFonts w:asciiTheme="minorEastAsia" w:hAnsiTheme="minorEastAsia" w:hint="eastAsia"/>
          <w:i/>
          <w:sz w:val="24"/>
          <w:szCs w:val="24"/>
        </w:rPr>
        <w:t>大手門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③</w:t>
      </w:r>
      <w:r w:rsidR="00B30ADF" w:rsidRPr="00716C2A">
        <w:rPr>
          <w:rFonts w:asciiTheme="minorEastAsia" w:hAnsiTheme="minorEastAsia" w:hint="eastAsia"/>
          <w:i/>
          <w:sz w:val="24"/>
          <w:szCs w:val="24"/>
        </w:rPr>
        <w:t>同心番所・大手三の問跡</w:t>
      </w:r>
      <w:r w:rsidR="00B30ADF"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④</w:t>
      </w:r>
      <w:r w:rsidR="00B30ADF" w:rsidRPr="00716C2A">
        <w:rPr>
          <w:rFonts w:asciiTheme="minorEastAsia" w:hAnsiTheme="minorEastAsia" w:hint="eastAsia"/>
          <w:i/>
          <w:sz w:val="24"/>
          <w:szCs w:val="24"/>
        </w:rPr>
        <w:t>百人番所</w:t>
      </w:r>
      <w:r w:rsidR="0011441E"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⑤</w:t>
      </w:r>
      <w:r w:rsidR="002335AC" w:rsidRPr="00716C2A">
        <w:rPr>
          <w:rFonts w:asciiTheme="minorEastAsia" w:hAnsiTheme="minorEastAsia" w:hint="eastAsia"/>
          <w:i/>
          <w:sz w:val="24"/>
          <w:szCs w:val="24"/>
        </w:rPr>
        <w:t>富士見櫓</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⑥</w:t>
      </w:r>
      <w:r w:rsidR="00B30ADF" w:rsidRPr="00716C2A">
        <w:rPr>
          <w:rFonts w:asciiTheme="minorEastAsia" w:hAnsiTheme="minorEastAsia" w:hint="eastAsia"/>
          <w:i/>
          <w:sz w:val="24"/>
          <w:szCs w:val="24"/>
        </w:rPr>
        <w:t>松の大廊下跡</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⑦</w:t>
      </w:r>
      <w:r w:rsidR="002335AC" w:rsidRPr="00716C2A">
        <w:rPr>
          <w:rFonts w:asciiTheme="minorEastAsia" w:hAnsiTheme="minorEastAsia" w:hint="eastAsia"/>
          <w:i/>
          <w:sz w:val="24"/>
          <w:szCs w:val="24"/>
        </w:rPr>
        <w:t>天守台</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⑧</w:t>
      </w:r>
      <w:r w:rsidR="002335AC" w:rsidRPr="00716C2A">
        <w:rPr>
          <w:rFonts w:asciiTheme="minorEastAsia" w:hAnsiTheme="minorEastAsia" w:hint="eastAsia"/>
          <w:i/>
          <w:sz w:val="24"/>
          <w:szCs w:val="24"/>
        </w:rPr>
        <w:t>石室</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⑨</w:t>
      </w:r>
      <w:r w:rsidR="002335AC" w:rsidRPr="00716C2A">
        <w:rPr>
          <w:rFonts w:asciiTheme="minorEastAsia" w:hAnsiTheme="minorEastAsia" w:hint="eastAsia"/>
          <w:i/>
          <w:sz w:val="24"/>
          <w:szCs w:val="24"/>
        </w:rPr>
        <w:t>二の丸庭園</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⑩</w:t>
      </w:r>
      <w:r w:rsidR="00B30ADF" w:rsidRPr="00716C2A">
        <w:rPr>
          <w:rFonts w:asciiTheme="minorEastAsia" w:hAnsiTheme="minorEastAsia" w:hint="eastAsia"/>
          <w:i/>
          <w:sz w:val="24"/>
          <w:szCs w:val="24"/>
        </w:rPr>
        <w:t>北の丸</w:t>
      </w:r>
      <w:r w:rsidR="002335AC" w:rsidRPr="00716C2A">
        <w:rPr>
          <w:rFonts w:asciiTheme="minorEastAsia" w:hAnsiTheme="minorEastAsia" w:hint="eastAsia"/>
          <w:i/>
          <w:sz w:val="24"/>
          <w:szCs w:val="24"/>
        </w:rPr>
        <w:t>公園</w:t>
      </w:r>
      <w:r w:rsidR="0011441E" w:rsidRPr="00716C2A">
        <w:rPr>
          <w:rFonts w:asciiTheme="minorEastAsia" w:hAnsiTheme="minorEastAsia" w:hint="eastAsia"/>
          <w:sz w:val="24"/>
          <w:szCs w:val="24"/>
        </w:rPr>
        <w:t xml:space="preserve">　→</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⑪</w:t>
      </w:r>
      <w:r w:rsidR="00B30ADF" w:rsidRPr="00716C2A">
        <w:rPr>
          <w:rFonts w:asciiTheme="minorEastAsia" w:hAnsiTheme="minorEastAsia" w:hint="eastAsia"/>
          <w:i/>
          <w:sz w:val="24"/>
          <w:szCs w:val="24"/>
        </w:rPr>
        <w:t>田安門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⑫</w:t>
      </w:r>
      <w:r w:rsidR="002335AC" w:rsidRPr="00716C2A">
        <w:rPr>
          <w:rFonts w:asciiTheme="minorEastAsia" w:hAnsiTheme="minorEastAsia" w:hint="eastAsia"/>
          <w:i/>
          <w:sz w:val="24"/>
          <w:szCs w:val="24"/>
        </w:rPr>
        <w:t>九段坂</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⑬</w:t>
      </w:r>
      <w:r w:rsidR="00B30ADF" w:rsidRPr="00716C2A">
        <w:rPr>
          <w:rFonts w:asciiTheme="minorEastAsia" w:hAnsiTheme="minorEastAsia" w:hint="eastAsia"/>
          <w:i/>
          <w:sz w:val="24"/>
          <w:szCs w:val="24"/>
        </w:rPr>
        <w:t>杏奈駅</w:t>
      </w:r>
      <w:r w:rsidR="00F661FD" w:rsidRPr="00716C2A">
        <w:rPr>
          <w:rFonts w:asciiTheme="minorEastAsia" w:hAnsiTheme="minorEastAsia" w:hint="eastAsia"/>
          <w:i/>
          <w:sz w:val="24"/>
          <w:szCs w:val="24"/>
        </w:rPr>
        <w:t>着</w:t>
      </w:r>
    </w:p>
    <w:p w14:paraId="4A90115D" w14:textId="77777777" w:rsidR="004D422C" w:rsidRDefault="004D422C" w:rsidP="00CD6AF7">
      <w:pPr>
        <w:rPr>
          <w:rFonts w:asciiTheme="minorEastAsia" w:hAnsiTheme="minorEastAsia"/>
          <w:sz w:val="24"/>
          <w:szCs w:val="24"/>
        </w:rPr>
      </w:pPr>
    </w:p>
    <w:p w14:paraId="587F83B0" w14:textId="77777777" w:rsidR="0057229F" w:rsidRDefault="0057229F" w:rsidP="00CD6AF7">
      <w:pPr>
        <w:rPr>
          <w:rFonts w:asciiTheme="minorEastAsia" w:hAnsiTheme="minorEastAsia"/>
          <w:sz w:val="24"/>
          <w:szCs w:val="24"/>
        </w:rPr>
      </w:pPr>
    </w:p>
    <w:p w14:paraId="509332DC" w14:textId="319605CD" w:rsidR="0011441E" w:rsidRPr="00C814FF" w:rsidRDefault="002335AC" w:rsidP="00CD6AF7">
      <w:pPr>
        <w:rPr>
          <w:rFonts w:asciiTheme="majorEastAsia" w:eastAsiaTheme="majorEastAsia" w:hAnsiTheme="majorEastAsia"/>
          <w:b/>
          <w:sz w:val="24"/>
          <w:szCs w:val="24"/>
        </w:rPr>
      </w:pPr>
      <w:r w:rsidRPr="00C814FF">
        <w:rPr>
          <w:rFonts w:asciiTheme="majorEastAsia" w:eastAsiaTheme="majorEastAsia" w:hAnsiTheme="majorEastAsia" w:hint="eastAsia"/>
          <w:b/>
          <w:sz w:val="24"/>
          <w:szCs w:val="24"/>
        </w:rPr>
        <w:t>江戸城跡 散策ツアー コース見どころ</w:t>
      </w:r>
    </w:p>
    <w:p w14:paraId="16739DF4" w14:textId="6FAA9CBA" w:rsidR="00417538" w:rsidRPr="00C814FF" w:rsidRDefault="00773409" w:rsidP="00C814FF">
      <w:pPr>
        <w:spacing w:beforeLines="50" w:before="202"/>
        <w:ind w:firstLineChars="200" w:firstLine="544"/>
        <w:rPr>
          <w:rFonts w:asciiTheme="majorEastAsia" w:eastAsiaTheme="majorEastAsia" w:hAnsiTheme="majorEastAsia" w:cs="メイリオ"/>
          <w:b/>
          <w:sz w:val="24"/>
          <w:szCs w:val="24"/>
        </w:rPr>
      </w:pPr>
      <w:r w:rsidRPr="00C814FF">
        <w:rPr>
          <w:rFonts w:asciiTheme="majorEastAsia" w:eastAsiaTheme="majorEastAsia" w:hAnsiTheme="majorEastAsia" w:cs="メイリオ" w:hint="eastAsia"/>
          <w:b/>
          <w:sz w:val="24"/>
          <w:szCs w:val="24"/>
        </w:rPr>
        <w:t>大手門</w:t>
      </w:r>
    </w:p>
    <w:p w14:paraId="2EE88DDF" w14:textId="4FA6A62D" w:rsidR="0011441E" w:rsidRDefault="00417538" w:rsidP="002C3156">
      <w:pPr>
        <w:ind w:leftChars="449" w:left="1082"/>
        <w:rPr>
          <w:rFonts w:asciiTheme="minorEastAsia" w:hAnsiTheme="minorEastAsia"/>
          <w:sz w:val="24"/>
          <w:szCs w:val="24"/>
        </w:rPr>
      </w:pPr>
      <w:r w:rsidRPr="00911D6A">
        <w:rPr>
          <w:rFonts w:asciiTheme="minorEastAsia" w:hAnsiTheme="minorEastAsia" w:hint="eastAsia"/>
          <w:sz w:val="24"/>
          <w:szCs w:val="24"/>
        </w:rPr>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CC85149" w14:textId="77777777" w:rsidR="009F54BF" w:rsidRPr="00C814FF" w:rsidRDefault="00927BB9" w:rsidP="00C814FF">
      <w:pPr>
        <w:spacing w:beforeLines="50" w:before="202"/>
        <w:ind w:firstLineChars="200" w:firstLine="544"/>
        <w:rPr>
          <w:rFonts w:asciiTheme="majorEastAsia" w:eastAsiaTheme="majorEastAsia" w:hAnsiTheme="majorEastAsia" w:cs="メイリオ"/>
          <w:b/>
          <w:sz w:val="24"/>
          <w:szCs w:val="24"/>
        </w:rPr>
      </w:pPr>
      <w:r w:rsidRPr="00C814FF">
        <w:rPr>
          <w:rFonts w:asciiTheme="majorEastAsia" w:eastAsiaTheme="majorEastAsia" w:hAnsiTheme="majorEastAsia" w:cs="メイリオ" w:hint="eastAsia"/>
          <w:b/>
          <w:sz w:val="24"/>
          <w:szCs w:val="24"/>
        </w:rPr>
        <w:t>百人番所</w:t>
      </w:r>
    </w:p>
    <w:p w14:paraId="264C6D1B" w14:textId="4BE30C0D" w:rsidR="00927BB9"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716C2A" w:rsidRDefault="00AE354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富士見櫓</w:t>
      </w:r>
    </w:p>
    <w:p w14:paraId="11CCBA4B" w14:textId="098E9E6E"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716C2A" w:rsidRDefault="00AE354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松の大廊下跡</w:t>
      </w:r>
    </w:p>
    <w:p w14:paraId="5E08D551" w14:textId="2419A2B7"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716C2A" w:rsidRDefault="00927BB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天守台</w:t>
      </w:r>
    </w:p>
    <w:p w14:paraId="22412733" w14:textId="70A39A98" w:rsidR="00957C9B" w:rsidRPr="00911D6A"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w:t>
      </w:r>
      <w:r w:rsidRPr="00911D6A">
        <w:rPr>
          <w:rFonts w:asciiTheme="minorEastAsia" w:hAnsiTheme="minorEastAsia" w:hint="eastAsia"/>
          <w:sz w:val="24"/>
          <w:szCs w:val="24"/>
        </w:rPr>
        <w:lastRenderedPageBreak/>
        <w:t>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716C2A" w:rsidRDefault="00AE354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石室</w:t>
      </w:r>
    </w:p>
    <w:p w14:paraId="7799CF01" w14:textId="77777777" w:rsidR="00A4696A"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716C2A" w:rsidRDefault="00927BB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北の丸公園</w:t>
      </w:r>
    </w:p>
    <w:p w14:paraId="7199CF06" w14:textId="3A097C0E" w:rsidR="00927BB9"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716C2A" w:rsidRDefault="00927BB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田安門</w:t>
      </w:r>
    </w:p>
    <w:p w14:paraId="7B2BAB01" w14:textId="09D8F63C" w:rsidR="00957C9B"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4E7AF2" w14:textId="77777777" w:rsidR="0039670E" w:rsidRDefault="0039670E" w:rsidP="003E36E6">
      <w:r>
        <w:separator/>
      </w:r>
    </w:p>
  </w:endnote>
  <w:endnote w:type="continuationSeparator" w:id="0">
    <w:p w14:paraId="4DB50230" w14:textId="77777777" w:rsidR="0039670E" w:rsidRDefault="0039670E"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BBA051" w14:textId="77777777" w:rsidR="0039670E" w:rsidRDefault="0039670E" w:rsidP="003E36E6">
      <w:r>
        <w:separator/>
      </w:r>
    </w:p>
  </w:footnote>
  <w:footnote w:type="continuationSeparator" w:id="0">
    <w:p w14:paraId="5EA7AEAA" w14:textId="77777777" w:rsidR="0039670E" w:rsidRDefault="0039670E"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47B011E"/>
    <w:multiLevelType w:val="hybridMultilevel"/>
    <w:tmpl w:val="AD44B56A"/>
    <w:lvl w:ilvl="0" w:tplc="5AEEF7D6">
      <w:start w:val="1"/>
      <w:numFmt w:val="decimal"/>
      <w:lvlText w:val="%1."/>
      <w:lvlJc w:val="left"/>
      <w:pPr>
        <w:ind w:left="420" w:hanging="420"/>
      </w:pPr>
      <w:rPr>
        <w:rFonts w:asciiTheme="majorHAnsi" w:hAnsiTheme="majorHAnsi" w:cstheme="majorHAnsi"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attachedTemplate r:id="rId1"/>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76D49"/>
    <w:rsid w:val="0008702A"/>
    <w:rsid w:val="000A5685"/>
    <w:rsid w:val="000C2E53"/>
    <w:rsid w:val="000E2431"/>
    <w:rsid w:val="0011441E"/>
    <w:rsid w:val="0015570C"/>
    <w:rsid w:val="001857DE"/>
    <w:rsid w:val="001C3FF2"/>
    <w:rsid w:val="001F00C8"/>
    <w:rsid w:val="0021029C"/>
    <w:rsid w:val="002335AC"/>
    <w:rsid w:val="00245A69"/>
    <w:rsid w:val="0025694A"/>
    <w:rsid w:val="00285870"/>
    <w:rsid w:val="002C3156"/>
    <w:rsid w:val="003013C0"/>
    <w:rsid w:val="00351DFF"/>
    <w:rsid w:val="0039670E"/>
    <w:rsid w:val="003A05AA"/>
    <w:rsid w:val="003E36E6"/>
    <w:rsid w:val="004160AF"/>
    <w:rsid w:val="00417538"/>
    <w:rsid w:val="0042373C"/>
    <w:rsid w:val="0043579D"/>
    <w:rsid w:val="004B0D4D"/>
    <w:rsid w:val="004C523F"/>
    <w:rsid w:val="004D422C"/>
    <w:rsid w:val="005462D0"/>
    <w:rsid w:val="0057229F"/>
    <w:rsid w:val="00591CF7"/>
    <w:rsid w:val="005D5963"/>
    <w:rsid w:val="005E012D"/>
    <w:rsid w:val="006231BA"/>
    <w:rsid w:val="006275DD"/>
    <w:rsid w:val="00636AB3"/>
    <w:rsid w:val="00654826"/>
    <w:rsid w:val="00665714"/>
    <w:rsid w:val="00693D52"/>
    <w:rsid w:val="00702030"/>
    <w:rsid w:val="00716C2A"/>
    <w:rsid w:val="00753247"/>
    <w:rsid w:val="0075704F"/>
    <w:rsid w:val="00773409"/>
    <w:rsid w:val="0079120B"/>
    <w:rsid w:val="00792248"/>
    <w:rsid w:val="008011D6"/>
    <w:rsid w:val="0080524A"/>
    <w:rsid w:val="00807A27"/>
    <w:rsid w:val="0086003E"/>
    <w:rsid w:val="008A390C"/>
    <w:rsid w:val="008B081F"/>
    <w:rsid w:val="008E30E7"/>
    <w:rsid w:val="00902F18"/>
    <w:rsid w:val="009054A9"/>
    <w:rsid w:val="00911D6A"/>
    <w:rsid w:val="00922D67"/>
    <w:rsid w:val="00927BB9"/>
    <w:rsid w:val="00957C9B"/>
    <w:rsid w:val="009C1646"/>
    <w:rsid w:val="009F54BF"/>
    <w:rsid w:val="00A1205D"/>
    <w:rsid w:val="00A244A5"/>
    <w:rsid w:val="00A4696A"/>
    <w:rsid w:val="00A72C95"/>
    <w:rsid w:val="00AB2699"/>
    <w:rsid w:val="00AC6DA6"/>
    <w:rsid w:val="00AD4F23"/>
    <w:rsid w:val="00AE3549"/>
    <w:rsid w:val="00AE3F6E"/>
    <w:rsid w:val="00AF6164"/>
    <w:rsid w:val="00B30ADF"/>
    <w:rsid w:val="00B35AA4"/>
    <w:rsid w:val="00B65992"/>
    <w:rsid w:val="00B66718"/>
    <w:rsid w:val="00BA7761"/>
    <w:rsid w:val="00BD1F95"/>
    <w:rsid w:val="00BD40EB"/>
    <w:rsid w:val="00C42962"/>
    <w:rsid w:val="00C43830"/>
    <w:rsid w:val="00C814FF"/>
    <w:rsid w:val="00C87CEF"/>
    <w:rsid w:val="00CD1CC2"/>
    <w:rsid w:val="00CD6AF7"/>
    <w:rsid w:val="00CF1C69"/>
    <w:rsid w:val="00D7471B"/>
    <w:rsid w:val="00DA1862"/>
    <w:rsid w:val="00E01FB4"/>
    <w:rsid w:val="00ED5C00"/>
    <w:rsid w:val="00F31C6C"/>
    <w:rsid w:val="00F50109"/>
    <w:rsid w:val="00F553A5"/>
    <w:rsid w:val="00F661FD"/>
    <w:rsid w:val="00F8081C"/>
    <w:rsid w:val="00FC1828"/>
    <w:rsid w:val="00FF3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889AF-DC93-4911-BC87-17A4043C1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280</Words>
  <Characters>1602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ayu</cp:lastModifiedBy>
  <cp:revision>2</cp:revision>
  <cp:lastPrinted>2010-01-08T03:46:00Z</cp:lastPrinted>
  <dcterms:created xsi:type="dcterms:W3CDTF">2010-02-06T06:25:00Z</dcterms:created>
  <dcterms:modified xsi:type="dcterms:W3CDTF">2010-02-06T06:25:00Z</dcterms:modified>
</cp:coreProperties>
</file>